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28DEC" w14:textId="325E9E17" w:rsidR="0032433C" w:rsidRDefault="00A42E4F" w:rsidP="00C34A8E">
      <w:pPr>
        <w:pStyle w:val="Heading2"/>
        <w:jc w:val="center"/>
        <w:rPr>
          <w:rFonts w:ascii="Montserrat SemiBold" w:hAnsi="Montserrat SemiBold" w:cs="Times New Roman"/>
          <w:b/>
          <w:i w:val="0"/>
          <w:iCs w:val="0"/>
          <w:color w:val="0490CB"/>
          <w:sz w:val="40"/>
          <w:szCs w:val="36"/>
        </w:rPr>
      </w:pPr>
      <w:r>
        <w:rPr>
          <w:rFonts w:ascii="Montserrat SemiBold" w:hAnsi="Montserrat SemiBold" w:cs="Times New Roman"/>
          <w:b/>
          <w:i w:val="0"/>
          <w:iCs w:val="0"/>
          <w:color w:val="0490CB"/>
          <w:sz w:val="40"/>
          <w:szCs w:val="36"/>
        </w:rPr>
        <w:t>Attorney Start a Conversation</w:t>
      </w:r>
    </w:p>
    <w:p w14:paraId="5ABC17F6" w14:textId="78EF9EFE" w:rsidR="00017A07" w:rsidRPr="00C34A8E" w:rsidRDefault="00423A33" w:rsidP="00C34A8E">
      <w:pPr>
        <w:pStyle w:val="Heading2"/>
        <w:jc w:val="center"/>
        <w:rPr>
          <w:b/>
          <w:sz w:val="24"/>
          <w:szCs w:val="22"/>
        </w:rPr>
      </w:pPr>
      <w:r>
        <w:rPr>
          <w:sz w:val="24"/>
          <w:szCs w:val="22"/>
        </w:rPr>
        <w:t>Schwab Script</w:t>
      </w:r>
    </w:p>
    <w:p w14:paraId="666FD568" w14:textId="77777777" w:rsidR="00A42E4F" w:rsidRDefault="00A42E4F" w:rsidP="00A42E4F">
      <w:pPr>
        <w:rPr>
          <w:rFonts w:ascii="Tahoma" w:hAnsi="Tahoma" w:cs="Tahoma"/>
          <w:color w:val="auto"/>
        </w:rPr>
      </w:pPr>
      <w:r>
        <w:t xml:space="preserve">Good </w:t>
      </w:r>
      <w:proofErr w:type="gramStart"/>
      <w:r>
        <w:t>morning</w:t>
      </w:r>
      <w:proofErr w:type="gramEnd"/>
      <w:r>
        <w:t xml:space="preserve"> Sam. This is Josh. I know you weren't expecting my call and are crazy </w:t>
      </w:r>
      <w:proofErr w:type="gramStart"/>
      <w:r>
        <w:t>busy</w:t>
      </w:r>
      <w:proofErr w:type="gramEnd"/>
      <w:r>
        <w:t xml:space="preserve"> but I was hoping to speak with you briefly do you have 2 minutes?</w:t>
      </w:r>
    </w:p>
    <w:p w14:paraId="6B5AE047" w14:textId="77777777" w:rsidR="00A42E4F" w:rsidRDefault="00A42E4F" w:rsidP="00A42E4F">
      <w:r>
        <w:t>Credibility</w:t>
      </w:r>
    </w:p>
    <w:p w14:paraId="185AFA68" w14:textId="77777777" w:rsidR="00A42E4F" w:rsidRDefault="00A42E4F" w:rsidP="00A42E4F">
      <w:r>
        <w:t xml:space="preserve">Thanks. </w:t>
      </w:r>
      <w:proofErr w:type="gramStart"/>
      <w:r>
        <w:t>So</w:t>
      </w:r>
      <w:proofErr w:type="gramEnd"/>
      <w:r>
        <w:t xml:space="preserve"> I’m Josh Braun. Thousands of SDRs use my prospecting guide to get higher cold email response rates. And it looks like you have SDRs.</w:t>
      </w:r>
    </w:p>
    <w:p w14:paraId="75452FEF" w14:textId="77777777" w:rsidR="00A42E4F" w:rsidRDefault="00A42E4F" w:rsidP="00A42E4F">
      <w:r>
        <w:t>Invitation</w:t>
      </w:r>
    </w:p>
    <w:p w14:paraId="7A4CE0F4" w14:textId="77777777" w:rsidR="00A42E4F" w:rsidRDefault="00A42E4F" w:rsidP="00A42E4F">
      <w:r>
        <w:t>I'm calling because I'm hosting free events for sales teams where I'm sharing my slideshow 7 Ways to Start More Conversations Using Email so your team will know all my secrets.</w:t>
      </w:r>
    </w:p>
    <w:p w14:paraId="725ED7AA" w14:textId="77777777" w:rsidR="00A42E4F" w:rsidRDefault="00A42E4F" w:rsidP="00A42E4F">
      <w:r>
        <w:t>Ask</w:t>
      </w:r>
    </w:p>
    <w:p w14:paraId="3B848BAB" w14:textId="77777777" w:rsidR="00A42E4F" w:rsidRDefault="00A42E4F" w:rsidP="00A42E4F">
      <w:r>
        <w:t>No rush, but does that sound like something that might be of value to your team?</w:t>
      </w:r>
    </w:p>
    <w:p w14:paraId="66EF0326" w14:textId="77777777" w:rsidR="00A42E4F" w:rsidRDefault="00A42E4F" w:rsidP="00A42E4F"/>
    <w:p w14:paraId="7A58B573" w14:textId="77777777" w:rsidR="00A42E4F" w:rsidRDefault="00A42E4F" w:rsidP="00A42E4F">
      <w:pPr>
        <w:rPr>
          <w:b/>
          <w:bCs/>
        </w:rPr>
      </w:pPr>
      <w:r>
        <w:rPr>
          <w:b/>
          <w:bCs/>
        </w:rPr>
        <w:t>Hi [First Name], I am Ric Lager with Lager &amp; Company. We’ve never met, but I’m familiar with your [NAME OF COMPANY] 401(k) at Charles Schwab and was hoping you could help me out for a moment.</w:t>
      </w:r>
    </w:p>
    <w:p w14:paraId="3835E527" w14:textId="77777777" w:rsidR="00A42E4F" w:rsidRDefault="00A42E4F" w:rsidP="00A42E4F">
      <w:pPr>
        <w:rPr>
          <w:b/>
          <w:bCs/>
        </w:rPr>
      </w:pPr>
      <w:r>
        <w:rPr>
          <w:b/>
          <w:bCs/>
        </w:rPr>
        <w:t xml:space="preserve">I’m calling because I work with attorneys from all over the country improving their investment management decisions in their Schwab retirement plan accounts.  Does that sound like something that might be of value to you </w:t>
      </w:r>
      <w:proofErr w:type="gramStart"/>
      <w:r>
        <w:rPr>
          <w:b/>
          <w:bCs/>
        </w:rPr>
        <w:t>at a later date</w:t>
      </w:r>
      <w:proofErr w:type="gramEnd"/>
      <w:r>
        <w:rPr>
          <w:b/>
          <w:bCs/>
        </w:rPr>
        <w:t>?</w:t>
      </w:r>
    </w:p>
    <w:sectPr w:rsidR="00A42E4F" w:rsidSect="000F6BCB">
      <w:headerReference w:type="default" r:id="rId8"/>
      <w:headerReference w:type="first" r:id="rId9"/>
      <w:footerReference w:type="first" r:id="rId10"/>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2613D" w14:textId="77777777" w:rsidR="006A1C7F" w:rsidRDefault="006A1C7F" w:rsidP="00F336E1">
      <w:r>
        <w:separator/>
      </w:r>
    </w:p>
    <w:p w14:paraId="706932AE" w14:textId="77777777" w:rsidR="006A1C7F" w:rsidRDefault="006A1C7F" w:rsidP="00F336E1"/>
  </w:endnote>
  <w:endnote w:type="continuationSeparator" w:id="0">
    <w:p w14:paraId="7D7AF615" w14:textId="77777777" w:rsidR="006A1C7F" w:rsidRDefault="006A1C7F" w:rsidP="00F336E1">
      <w:r>
        <w:continuationSeparator/>
      </w:r>
    </w:p>
    <w:p w14:paraId="713F7BF6" w14:textId="77777777" w:rsidR="006A1C7F" w:rsidRDefault="006A1C7F" w:rsidP="00F33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Montserrat SemiBold">
    <w:altName w:val="Calibri"/>
    <w:panose1 w:val="00000700000000000000"/>
    <w:charset w:val="00"/>
    <w:family w:val="modern"/>
    <w:notTrueType/>
    <w:pitch w:val="variable"/>
    <w:sig w:usb0="2000020F" w:usb1="00000003" w:usb2="00000000" w:usb3="00000000" w:csb0="00000197" w:csb1="00000000"/>
  </w:font>
  <w:font w:name="Montserrat">
    <w:altName w:val="Calibri"/>
    <w:panose1 w:val="00000500000000000000"/>
    <w:charset w:val="00"/>
    <w:family w:val="modern"/>
    <w:notTrueType/>
    <w:pitch w:val="variable"/>
    <w:sig w:usb0="2000020F" w:usb1="00000003" w:usb2="00000000" w:usb3="00000000" w:csb0="00000197"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dobe Caslon Pro">
    <w:panose1 w:val="00000000000000000000"/>
    <w:charset w:val="00"/>
    <w:family w:val="roman"/>
    <w:notTrueType/>
    <w:pitch w:val="variable"/>
    <w:sig w:usb0="00000001"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1CD10" w14:textId="75CDB687" w:rsidR="000F6BCB" w:rsidRDefault="00CD5731" w:rsidP="00F336E1">
    <w:pPr>
      <w:pStyle w:val="Footer"/>
    </w:pPr>
    <w:r>
      <w:t>©</w:t>
    </w:r>
    <w:r w:rsidR="009D2FA7">
      <w:t>202</w:t>
    </w:r>
    <w:r w:rsidR="00C34A8E">
      <w:t>2</w:t>
    </w:r>
    <w:r>
      <w:t xml:space="preserve"> by Bill Good Marketing,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42A17" w14:textId="77777777" w:rsidR="006A1C7F" w:rsidRDefault="006A1C7F" w:rsidP="00F336E1">
      <w:r>
        <w:separator/>
      </w:r>
    </w:p>
    <w:p w14:paraId="13EFADE4" w14:textId="77777777" w:rsidR="006A1C7F" w:rsidRDefault="006A1C7F" w:rsidP="00F336E1"/>
  </w:footnote>
  <w:footnote w:type="continuationSeparator" w:id="0">
    <w:p w14:paraId="2092D3A0" w14:textId="77777777" w:rsidR="006A1C7F" w:rsidRDefault="006A1C7F" w:rsidP="00F336E1">
      <w:r>
        <w:continuationSeparator/>
      </w:r>
    </w:p>
    <w:p w14:paraId="3BCD6C47" w14:textId="77777777" w:rsidR="006A1C7F" w:rsidRDefault="006A1C7F" w:rsidP="00F33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60F52" w14:textId="4CB84112" w:rsidR="002028B2" w:rsidRPr="00F336E1" w:rsidRDefault="00000000" w:rsidP="00F336E1">
    <w:pPr>
      <w:pStyle w:val="Header"/>
      <w:rPr>
        <w:rFonts w:ascii="Montserrat" w:hAnsi="Montserrat"/>
        <w:i/>
        <w:iCs/>
        <w:sz w:val="16"/>
        <w:szCs w:val="16"/>
      </w:rPr>
    </w:pPr>
    <w:sdt>
      <w:sdtPr>
        <w:rPr>
          <w:rFonts w:ascii="Montserrat" w:hAnsi="Montserrat"/>
          <w:sz w:val="16"/>
          <w:szCs w:val="16"/>
        </w:rPr>
        <w:alias w:val="Title"/>
        <w:tag w:val=""/>
        <w:id w:val="1638534636"/>
        <w:dataBinding w:prefixMappings="xmlns:ns0='http://purl.org/dc/elements/1.1/' xmlns:ns1='http://schemas.openxmlformats.org/package/2006/metadata/core-properties' " w:xpath="/ns1:coreProperties[1]/ns0:title[1]" w:storeItemID="{6C3C8BC8-F283-45AE-878A-BAB7291924A1}"/>
        <w:text/>
      </w:sdtPr>
      <w:sdtContent>
        <w:r w:rsidR="006F1711" w:rsidRPr="006F1711">
          <w:rPr>
            <w:rFonts w:ascii="Montserrat" w:hAnsi="Montserrat"/>
            <w:sz w:val="16"/>
            <w:szCs w:val="16"/>
          </w:rPr>
          <w:t>Ric Lager’s Cold Call &amp; Email Script</w:t>
        </w:r>
      </w:sdtContent>
    </w:sdt>
    <w:r w:rsidR="00DC0F7D" w:rsidRPr="00F336E1">
      <w:rPr>
        <w:rFonts w:ascii="Montserrat" w:hAnsi="Montserrat"/>
        <w:i/>
        <w:iCs/>
        <w:sz w:val="16"/>
        <w:szCs w:val="16"/>
      </w:rPr>
      <w:ptab w:relativeTo="margin" w:alignment="center" w:leader="none"/>
    </w:r>
    <w:r w:rsidR="00DC0F7D" w:rsidRPr="00F336E1">
      <w:rPr>
        <w:rFonts w:ascii="Montserrat" w:hAnsi="Montserrat"/>
        <w:i/>
        <w:iCs/>
        <w:sz w:val="16"/>
        <w:szCs w:val="16"/>
      </w:rPr>
      <w:ptab w:relativeTo="margin" w:alignment="right" w:leader="none"/>
    </w:r>
    <w:r w:rsidR="00DC0F7D" w:rsidRPr="00F336E1">
      <w:rPr>
        <w:rFonts w:ascii="Montserrat" w:hAnsi="Montserrat"/>
        <w:color w:val="7F7F7F" w:themeColor="background1" w:themeShade="7F"/>
        <w:spacing w:val="60"/>
        <w:sz w:val="16"/>
        <w:szCs w:val="16"/>
      </w:rPr>
      <w:t>Page</w:t>
    </w:r>
    <w:r w:rsidR="00DC0F7D" w:rsidRPr="00F336E1">
      <w:rPr>
        <w:rFonts w:ascii="Montserrat" w:hAnsi="Montserrat"/>
        <w:sz w:val="16"/>
        <w:szCs w:val="16"/>
      </w:rPr>
      <w:t xml:space="preserve"> | </w:t>
    </w:r>
    <w:r w:rsidR="00DC0F7D" w:rsidRPr="00F336E1">
      <w:rPr>
        <w:rFonts w:ascii="Montserrat" w:hAnsi="Montserrat"/>
        <w:sz w:val="16"/>
        <w:szCs w:val="16"/>
      </w:rPr>
      <w:fldChar w:fldCharType="begin"/>
    </w:r>
    <w:r w:rsidR="00DC0F7D" w:rsidRPr="00F336E1">
      <w:rPr>
        <w:rFonts w:ascii="Montserrat" w:hAnsi="Montserrat"/>
        <w:sz w:val="16"/>
        <w:szCs w:val="16"/>
      </w:rPr>
      <w:instrText xml:space="preserve"> PAGE   \* MERGEFORMAT </w:instrText>
    </w:r>
    <w:r w:rsidR="00DC0F7D" w:rsidRPr="00F336E1">
      <w:rPr>
        <w:rFonts w:ascii="Montserrat" w:hAnsi="Montserrat"/>
        <w:sz w:val="16"/>
        <w:szCs w:val="16"/>
      </w:rPr>
      <w:fldChar w:fldCharType="separate"/>
    </w:r>
    <w:r w:rsidR="00DC0F7D" w:rsidRPr="00F336E1">
      <w:rPr>
        <w:rFonts w:ascii="Montserrat" w:hAnsi="Montserrat"/>
        <w:sz w:val="16"/>
        <w:szCs w:val="16"/>
      </w:rPr>
      <w:t>2</w:t>
    </w:r>
    <w:r w:rsidR="00DC0F7D" w:rsidRPr="00F336E1">
      <w:rPr>
        <w:rFonts w:ascii="Montserrat" w:hAnsi="Montserrat"/>
        <w:b/>
        <w:bCs/>
        <w:noProof/>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A9C97" w14:textId="77777777" w:rsidR="00F336E1" w:rsidRDefault="00F336E1" w:rsidP="00F336E1">
    <w:pPr>
      <w:pStyle w:val="Header"/>
      <w:tabs>
        <w:tab w:val="clear" w:pos="9360"/>
        <w:tab w:val="left" w:pos="1803"/>
      </w:tabs>
    </w:pPr>
    <w:r>
      <w:rPr>
        <w:noProof/>
      </w:rPr>
      <w:drawing>
        <wp:anchor distT="0" distB="0" distL="114300" distR="114300" simplePos="0" relativeHeight="251658240" behindDoc="0" locked="0" layoutInCell="1" allowOverlap="1" wp14:anchorId="5AB09317" wp14:editId="6322B4A8">
          <wp:simplePos x="0" y="0"/>
          <wp:positionH relativeFrom="margin">
            <wp:align>left</wp:align>
          </wp:positionH>
          <wp:positionV relativeFrom="paragraph">
            <wp:posOffset>-152400</wp:posOffset>
          </wp:positionV>
          <wp:extent cx="1885950" cy="465455"/>
          <wp:effectExtent l="0" t="0" r="0" b="0"/>
          <wp:wrapTopAndBottom/>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85950" cy="4654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54A60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05850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4F281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2C2D3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B460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228AB6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C24C8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0C6D4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4803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1AF2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E2372"/>
    <w:multiLevelType w:val="multilevel"/>
    <w:tmpl w:val="021E8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BB7DA1"/>
    <w:multiLevelType w:val="hybridMultilevel"/>
    <w:tmpl w:val="D47C23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3A742D"/>
    <w:multiLevelType w:val="multilevel"/>
    <w:tmpl w:val="436AC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B94672"/>
    <w:multiLevelType w:val="hybridMultilevel"/>
    <w:tmpl w:val="73945948"/>
    <w:lvl w:ilvl="0" w:tplc="771E432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A7545"/>
    <w:multiLevelType w:val="hybridMultilevel"/>
    <w:tmpl w:val="A84CF438"/>
    <w:lvl w:ilvl="0" w:tplc="771E432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606100"/>
    <w:multiLevelType w:val="hybridMultilevel"/>
    <w:tmpl w:val="2174D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8D7504"/>
    <w:multiLevelType w:val="hybridMultilevel"/>
    <w:tmpl w:val="F028E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E3557"/>
    <w:multiLevelType w:val="hybridMultilevel"/>
    <w:tmpl w:val="4E1A9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0F4E11"/>
    <w:multiLevelType w:val="hybridMultilevel"/>
    <w:tmpl w:val="375E7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8A54C3"/>
    <w:multiLevelType w:val="hybridMultilevel"/>
    <w:tmpl w:val="03145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0CA6292"/>
    <w:multiLevelType w:val="hybridMultilevel"/>
    <w:tmpl w:val="6F7C7F08"/>
    <w:lvl w:ilvl="0" w:tplc="F36879FA">
      <w:start w:val="1"/>
      <w:numFmt w:val="lowerLetter"/>
      <w:pStyle w:val="ListParagraphAlpha"/>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2AC3A9E"/>
    <w:multiLevelType w:val="hybridMultilevel"/>
    <w:tmpl w:val="E9B2DBB8"/>
    <w:lvl w:ilvl="0" w:tplc="383E31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DA07F5"/>
    <w:multiLevelType w:val="hybridMultilevel"/>
    <w:tmpl w:val="1E8C46C0"/>
    <w:lvl w:ilvl="0" w:tplc="C55C04D2">
      <w:start w:val="1"/>
      <w:numFmt w:val="decimal"/>
      <w:pStyle w:val="ListParagraph"/>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3E1024D5"/>
    <w:multiLevelType w:val="multilevel"/>
    <w:tmpl w:val="6E2E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C10EDA"/>
    <w:multiLevelType w:val="hybridMultilevel"/>
    <w:tmpl w:val="F8D6E022"/>
    <w:lvl w:ilvl="0" w:tplc="12C0AF1A">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40F7223"/>
    <w:multiLevelType w:val="hybridMultilevel"/>
    <w:tmpl w:val="AC26DFB4"/>
    <w:lvl w:ilvl="0" w:tplc="89FE3D10">
      <w:start w:val="1"/>
      <w:numFmt w:val="decimal"/>
      <w:lvlText w:val="%1."/>
      <w:lvlJc w:val="left"/>
      <w:pPr>
        <w:ind w:left="720" w:hanging="360"/>
      </w:pPr>
    </w:lvl>
    <w:lvl w:ilvl="1" w:tplc="04090019">
      <w:start w:val="1"/>
      <w:numFmt w:val="lowerLetter"/>
      <w:lvlText w:val="%2."/>
      <w:lvlJc w:val="left"/>
      <w:pPr>
        <w:ind w:left="1440" w:hanging="360"/>
      </w:pPr>
    </w:lvl>
    <w:lvl w:ilvl="2" w:tplc="016A77F4">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4D5257"/>
    <w:multiLevelType w:val="multilevel"/>
    <w:tmpl w:val="44FC09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8C318E6"/>
    <w:multiLevelType w:val="hybridMultilevel"/>
    <w:tmpl w:val="D8FE105C"/>
    <w:lvl w:ilvl="0" w:tplc="23E69462">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66518D"/>
    <w:multiLevelType w:val="hybridMultilevel"/>
    <w:tmpl w:val="3EA0C9DE"/>
    <w:lvl w:ilvl="0" w:tplc="DB48045E">
      <w:start w:val="1"/>
      <w:numFmt w:val="bullet"/>
      <w:pStyle w:val="Speaker"/>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2534695">
    <w:abstractNumId w:val="15"/>
  </w:num>
  <w:num w:numId="2" w16cid:durableId="554390504">
    <w:abstractNumId w:val="19"/>
  </w:num>
  <w:num w:numId="3" w16cid:durableId="1026826669">
    <w:abstractNumId w:val="17"/>
  </w:num>
  <w:num w:numId="4" w16cid:durableId="237324762">
    <w:abstractNumId w:val="16"/>
  </w:num>
  <w:num w:numId="5" w16cid:durableId="1573615137">
    <w:abstractNumId w:val="18"/>
  </w:num>
  <w:num w:numId="6" w16cid:durableId="1526747103">
    <w:abstractNumId w:val="23"/>
  </w:num>
  <w:num w:numId="7" w16cid:durableId="1612204003">
    <w:abstractNumId w:val="10"/>
  </w:num>
  <w:num w:numId="8" w16cid:durableId="708795708">
    <w:abstractNumId w:val="12"/>
  </w:num>
  <w:num w:numId="9" w16cid:durableId="1563373643">
    <w:abstractNumId w:val="28"/>
  </w:num>
  <w:num w:numId="10" w16cid:durableId="1677149452">
    <w:abstractNumId w:val="24"/>
  </w:num>
  <w:num w:numId="11" w16cid:durableId="102068368">
    <w:abstractNumId w:val="26"/>
  </w:num>
  <w:num w:numId="12" w16cid:durableId="72171096">
    <w:abstractNumId w:val="25"/>
  </w:num>
  <w:num w:numId="13" w16cid:durableId="1946843583">
    <w:abstractNumId w:val="14"/>
  </w:num>
  <w:num w:numId="14" w16cid:durableId="627053685">
    <w:abstractNumId w:val="11"/>
  </w:num>
  <w:num w:numId="15" w16cid:durableId="361444915">
    <w:abstractNumId w:val="21"/>
  </w:num>
  <w:num w:numId="16" w16cid:durableId="14118638">
    <w:abstractNumId w:val="27"/>
  </w:num>
  <w:num w:numId="17" w16cid:durableId="2128549122">
    <w:abstractNumId w:val="13"/>
  </w:num>
  <w:num w:numId="18" w16cid:durableId="1576740666">
    <w:abstractNumId w:val="9"/>
  </w:num>
  <w:num w:numId="19" w16cid:durableId="1539389904">
    <w:abstractNumId w:val="7"/>
  </w:num>
  <w:num w:numId="20" w16cid:durableId="1999067072">
    <w:abstractNumId w:val="6"/>
  </w:num>
  <w:num w:numId="21" w16cid:durableId="363679220">
    <w:abstractNumId w:val="5"/>
  </w:num>
  <w:num w:numId="22" w16cid:durableId="746878750">
    <w:abstractNumId w:val="4"/>
  </w:num>
  <w:num w:numId="23" w16cid:durableId="159080985">
    <w:abstractNumId w:val="8"/>
  </w:num>
  <w:num w:numId="24" w16cid:durableId="262341693">
    <w:abstractNumId w:val="3"/>
  </w:num>
  <w:num w:numId="25" w16cid:durableId="221985889">
    <w:abstractNumId w:val="2"/>
  </w:num>
  <w:num w:numId="26" w16cid:durableId="1033502797">
    <w:abstractNumId w:val="1"/>
  </w:num>
  <w:num w:numId="27" w16cid:durableId="1734036470">
    <w:abstractNumId w:val="0"/>
  </w:num>
  <w:num w:numId="28" w16cid:durableId="1175681808">
    <w:abstractNumId w:val="25"/>
    <w:lvlOverride w:ilvl="0">
      <w:startOverride w:val="1"/>
    </w:lvlOverride>
  </w:num>
  <w:num w:numId="29" w16cid:durableId="190270055">
    <w:abstractNumId w:val="22"/>
  </w:num>
  <w:num w:numId="30" w16cid:durableId="1047488067">
    <w:abstractNumId w:val="20"/>
  </w:num>
  <w:num w:numId="31" w16cid:durableId="2105420912">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U1MDUzMTQBkQbGSjpKwanFxZn5eSAFhpa1AEXbaiotAAAA"/>
  </w:docVars>
  <w:rsids>
    <w:rsidRoot w:val="00C34A8E"/>
    <w:rsid w:val="0000011F"/>
    <w:rsid w:val="000003AD"/>
    <w:rsid w:val="00000E92"/>
    <w:rsid w:val="000018A6"/>
    <w:rsid w:val="00002D5A"/>
    <w:rsid w:val="0000572B"/>
    <w:rsid w:val="000060F9"/>
    <w:rsid w:val="0000655A"/>
    <w:rsid w:val="00006659"/>
    <w:rsid w:val="00007B55"/>
    <w:rsid w:val="00007C83"/>
    <w:rsid w:val="00007DED"/>
    <w:rsid w:val="000100E7"/>
    <w:rsid w:val="000106B3"/>
    <w:rsid w:val="0001072C"/>
    <w:rsid w:val="00010B89"/>
    <w:rsid w:val="00010E84"/>
    <w:rsid w:val="00011501"/>
    <w:rsid w:val="000119E4"/>
    <w:rsid w:val="00012D06"/>
    <w:rsid w:val="00013905"/>
    <w:rsid w:val="0001525F"/>
    <w:rsid w:val="00015D79"/>
    <w:rsid w:val="00016044"/>
    <w:rsid w:val="00017A07"/>
    <w:rsid w:val="00017DE3"/>
    <w:rsid w:val="0002188A"/>
    <w:rsid w:val="0002280D"/>
    <w:rsid w:val="00022B09"/>
    <w:rsid w:val="00024DDF"/>
    <w:rsid w:val="000255E3"/>
    <w:rsid w:val="000300E7"/>
    <w:rsid w:val="0003055F"/>
    <w:rsid w:val="000306A1"/>
    <w:rsid w:val="00032507"/>
    <w:rsid w:val="000325AA"/>
    <w:rsid w:val="0003375B"/>
    <w:rsid w:val="00033856"/>
    <w:rsid w:val="000339D4"/>
    <w:rsid w:val="0003497D"/>
    <w:rsid w:val="00034D6A"/>
    <w:rsid w:val="0003540B"/>
    <w:rsid w:val="00035DD4"/>
    <w:rsid w:val="00036E3D"/>
    <w:rsid w:val="0003736F"/>
    <w:rsid w:val="0003750F"/>
    <w:rsid w:val="00037555"/>
    <w:rsid w:val="000377E3"/>
    <w:rsid w:val="000408CB"/>
    <w:rsid w:val="00042057"/>
    <w:rsid w:val="000428A9"/>
    <w:rsid w:val="00042BD3"/>
    <w:rsid w:val="00044D63"/>
    <w:rsid w:val="0004757E"/>
    <w:rsid w:val="00047A83"/>
    <w:rsid w:val="00050F2D"/>
    <w:rsid w:val="00052724"/>
    <w:rsid w:val="00052C62"/>
    <w:rsid w:val="0005301A"/>
    <w:rsid w:val="0005351C"/>
    <w:rsid w:val="00053611"/>
    <w:rsid w:val="000538EA"/>
    <w:rsid w:val="00054790"/>
    <w:rsid w:val="00054D96"/>
    <w:rsid w:val="0005573E"/>
    <w:rsid w:val="00056802"/>
    <w:rsid w:val="0005735B"/>
    <w:rsid w:val="00057B26"/>
    <w:rsid w:val="00060094"/>
    <w:rsid w:val="000604FA"/>
    <w:rsid w:val="00060A5D"/>
    <w:rsid w:val="0006338D"/>
    <w:rsid w:val="00063793"/>
    <w:rsid w:val="0006386A"/>
    <w:rsid w:val="000638FD"/>
    <w:rsid w:val="00065A4F"/>
    <w:rsid w:val="00065CF4"/>
    <w:rsid w:val="00066510"/>
    <w:rsid w:val="00066B1F"/>
    <w:rsid w:val="000704E3"/>
    <w:rsid w:val="00070A6C"/>
    <w:rsid w:val="00072567"/>
    <w:rsid w:val="00072DA5"/>
    <w:rsid w:val="000735F2"/>
    <w:rsid w:val="00074355"/>
    <w:rsid w:val="00075AFD"/>
    <w:rsid w:val="00075F0C"/>
    <w:rsid w:val="000777CA"/>
    <w:rsid w:val="00077DEA"/>
    <w:rsid w:val="00080A63"/>
    <w:rsid w:val="00081017"/>
    <w:rsid w:val="0008101A"/>
    <w:rsid w:val="00081877"/>
    <w:rsid w:val="0008194E"/>
    <w:rsid w:val="00082795"/>
    <w:rsid w:val="0008298D"/>
    <w:rsid w:val="00082DB4"/>
    <w:rsid w:val="00084485"/>
    <w:rsid w:val="00084B09"/>
    <w:rsid w:val="00086BBA"/>
    <w:rsid w:val="000870C7"/>
    <w:rsid w:val="000875DC"/>
    <w:rsid w:val="00087687"/>
    <w:rsid w:val="00087693"/>
    <w:rsid w:val="00087D8E"/>
    <w:rsid w:val="00090485"/>
    <w:rsid w:val="00090D21"/>
    <w:rsid w:val="00090EA4"/>
    <w:rsid w:val="0009194F"/>
    <w:rsid w:val="00092431"/>
    <w:rsid w:val="00092C1B"/>
    <w:rsid w:val="00094E3E"/>
    <w:rsid w:val="00097938"/>
    <w:rsid w:val="00097A95"/>
    <w:rsid w:val="00097D23"/>
    <w:rsid w:val="000A02C1"/>
    <w:rsid w:val="000A2084"/>
    <w:rsid w:val="000A2C0B"/>
    <w:rsid w:val="000A305F"/>
    <w:rsid w:val="000A3081"/>
    <w:rsid w:val="000A3364"/>
    <w:rsid w:val="000A415A"/>
    <w:rsid w:val="000A4A67"/>
    <w:rsid w:val="000A5430"/>
    <w:rsid w:val="000A76E0"/>
    <w:rsid w:val="000B1E24"/>
    <w:rsid w:val="000B448B"/>
    <w:rsid w:val="000B4564"/>
    <w:rsid w:val="000B47C5"/>
    <w:rsid w:val="000B59A6"/>
    <w:rsid w:val="000B5A37"/>
    <w:rsid w:val="000B6084"/>
    <w:rsid w:val="000B64DD"/>
    <w:rsid w:val="000C050E"/>
    <w:rsid w:val="000C1D1B"/>
    <w:rsid w:val="000C241E"/>
    <w:rsid w:val="000C2C7F"/>
    <w:rsid w:val="000C31B6"/>
    <w:rsid w:val="000C3412"/>
    <w:rsid w:val="000C3B62"/>
    <w:rsid w:val="000C4790"/>
    <w:rsid w:val="000C4EE6"/>
    <w:rsid w:val="000C5176"/>
    <w:rsid w:val="000C5C38"/>
    <w:rsid w:val="000C7B21"/>
    <w:rsid w:val="000D033F"/>
    <w:rsid w:val="000D0F92"/>
    <w:rsid w:val="000D2BCD"/>
    <w:rsid w:val="000D4395"/>
    <w:rsid w:val="000D4538"/>
    <w:rsid w:val="000D4BD4"/>
    <w:rsid w:val="000E024A"/>
    <w:rsid w:val="000E3484"/>
    <w:rsid w:val="000E3765"/>
    <w:rsid w:val="000E4754"/>
    <w:rsid w:val="000E4C0F"/>
    <w:rsid w:val="000E571A"/>
    <w:rsid w:val="000E592E"/>
    <w:rsid w:val="000F1DEE"/>
    <w:rsid w:val="000F2A99"/>
    <w:rsid w:val="000F3B65"/>
    <w:rsid w:val="000F64AB"/>
    <w:rsid w:val="000F6885"/>
    <w:rsid w:val="000F6BCB"/>
    <w:rsid w:val="000F7394"/>
    <w:rsid w:val="000F7523"/>
    <w:rsid w:val="000F7911"/>
    <w:rsid w:val="000F7C2F"/>
    <w:rsid w:val="001015F0"/>
    <w:rsid w:val="001015F9"/>
    <w:rsid w:val="00103B02"/>
    <w:rsid w:val="00103E3F"/>
    <w:rsid w:val="0010411C"/>
    <w:rsid w:val="00104B22"/>
    <w:rsid w:val="00104E05"/>
    <w:rsid w:val="00104F2A"/>
    <w:rsid w:val="001050DE"/>
    <w:rsid w:val="001054C3"/>
    <w:rsid w:val="00105C74"/>
    <w:rsid w:val="001063BF"/>
    <w:rsid w:val="00106E48"/>
    <w:rsid w:val="00107A6D"/>
    <w:rsid w:val="0011024C"/>
    <w:rsid w:val="001103B6"/>
    <w:rsid w:val="00111E00"/>
    <w:rsid w:val="001124AE"/>
    <w:rsid w:val="00112E13"/>
    <w:rsid w:val="00112FF6"/>
    <w:rsid w:val="0011336D"/>
    <w:rsid w:val="00113961"/>
    <w:rsid w:val="00113D7E"/>
    <w:rsid w:val="00113E1F"/>
    <w:rsid w:val="00117D56"/>
    <w:rsid w:val="001205C9"/>
    <w:rsid w:val="001206A5"/>
    <w:rsid w:val="001216A8"/>
    <w:rsid w:val="00121E05"/>
    <w:rsid w:val="00122677"/>
    <w:rsid w:val="0012357E"/>
    <w:rsid w:val="0012365B"/>
    <w:rsid w:val="0012396F"/>
    <w:rsid w:val="00123BB7"/>
    <w:rsid w:val="00125CC6"/>
    <w:rsid w:val="00125E45"/>
    <w:rsid w:val="001268FA"/>
    <w:rsid w:val="00127AA7"/>
    <w:rsid w:val="00130122"/>
    <w:rsid w:val="00130F62"/>
    <w:rsid w:val="00131204"/>
    <w:rsid w:val="0013122D"/>
    <w:rsid w:val="00131F2D"/>
    <w:rsid w:val="0013243F"/>
    <w:rsid w:val="00132E02"/>
    <w:rsid w:val="00132EA9"/>
    <w:rsid w:val="00133019"/>
    <w:rsid w:val="001349DC"/>
    <w:rsid w:val="00135B9B"/>
    <w:rsid w:val="00136743"/>
    <w:rsid w:val="001401E6"/>
    <w:rsid w:val="001403F2"/>
    <w:rsid w:val="001406C3"/>
    <w:rsid w:val="00142B26"/>
    <w:rsid w:val="00142B86"/>
    <w:rsid w:val="00143854"/>
    <w:rsid w:val="00144951"/>
    <w:rsid w:val="001465F2"/>
    <w:rsid w:val="00147D49"/>
    <w:rsid w:val="00152A0B"/>
    <w:rsid w:val="00153FCB"/>
    <w:rsid w:val="00155135"/>
    <w:rsid w:val="0015598B"/>
    <w:rsid w:val="00155C91"/>
    <w:rsid w:val="001560C5"/>
    <w:rsid w:val="00156A4C"/>
    <w:rsid w:val="00156CBF"/>
    <w:rsid w:val="001571E1"/>
    <w:rsid w:val="001571F6"/>
    <w:rsid w:val="00157789"/>
    <w:rsid w:val="00157A96"/>
    <w:rsid w:val="0016087B"/>
    <w:rsid w:val="0016093C"/>
    <w:rsid w:val="00160BEA"/>
    <w:rsid w:val="0016276B"/>
    <w:rsid w:val="00162F59"/>
    <w:rsid w:val="00163CD4"/>
    <w:rsid w:val="00166CB4"/>
    <w:rsid w:val="00166D03"/>
    <w:rsid w:val="00166DAC"/>
    <w:rsid w:val="00167923"/>
    <w:rsid w:val="0017046F"/>
    <w:rsid w:val="00170771"/>
    <w:rsid w:val="00170CC0"/>
    <w:rsid w:val="00170EC1"/>
    <w:rsid w:val="0017223B"/>
    <w:rsid w:val="00172449"/>
    <w:rsid w:val="00172F64"/>
    <w:rsid w:val="001737DA"/>
    <w:rsid w:val="00173FE2"/>
    <w:rsid w:val="001763CF"/>
    <w:rsid w:val="00176575"/>
    <w:rsid w:val="00176B64"/>
    <w:rsid w:val="001804DA"/>
    <w:rsid w:val="001805AF"/>
    <w:rsid w:val="00180B0B"/>
    <w:rsid w:val="00180CB3"/>
    <w:rsid w:val="0018195E"/>
    <w:rsid w:val="001834CD"/>
    <w:rsid w:val="0018434C"/>
    <w:rsid w:val="00184DFA"/>
    <w:rsid w:val="00185E16"/>
    <w:rsid w:val="00186FF2"/>
    <w:rsid w:val="00187277"/>
    <w:rsid w:val="001878F0"/>
    <w:rsid w:val="00187F0B"/>
    <w:rsid w:val="0019100C"/>
    <w:rsid w:val="001915E5"/>
    <w:rsid w:val="00191C53"/>
    <w:rsid w:val="0019219B"/>
    <w:rsid w:val="0019236E"/>
    <w:rsid w:val="0019307D"/>
    <w:rsid w:val="00193414"/>
    <w:rsid w:val="0019411F"/>
    <w:rsid w:val="00195EBC"/>
    <w:rsid w:val="0019695E"/>
    <w:rsid w:val="00197B11"/>
    <w:rsid w:val="001A1CA5"/>
    <w:rsid w:val="001A3820"/>
    <w:rsid w:val="001A3A0F"/>
    <w:rsid w:val="001A442C"/>
    <w:rsid w:val="001A4798"/>
    <w:rsid w:val="001A556A"/>
    <w:rsid w:val="001A6085"/>
    <w:rsid w:val="001A75B9"/>
    <w:rsid w:val="001A79F8"/>
    <w:rsid w:val="001B00A9"/>
    <w:rsid w:val="001B2631"/>
    <w:rsid w:val="001B299C"/>
    <w:rsid w:val="001B3D86"/>
    <w:rsid w:val="001B4311"/>
    <w:rsid w:val="001B4DAC"/>
    <w:rsid w:val="001C006A"/>
    <w:rsid w:val="001C0FB7"/>
    <w:rsid w:val="001C2373"/>
    <w:rsid w:val="001C3E35"/>
    <w:rsid w:val="001C3EC9"/>
    <w:rsid w:val="001C6089"/>
    <w:rsid w:val="001C75FC"/>
    <w:rsid w:val="001C79C9"/>
    <w:rsid w:val="001C7B28"/>
    <w:rsid w:val="001D128E"/>
    <w:rsid w:val="001D1798"/>
    <w:rsid w:val="001D206B"/>
    <w:rsid w:val="001D25B4"/>
    <w:rsid w:val="001D3238"/>
    <w:rsid w:val="001D336B"/>
    <w:rsid w:val="001D3A5C"/>
    <w:rsid w:val="001D4BC4"/>
    <w:rsid w:val="001D4DBA"/>
    <w:rsid w:val="001D6B8E"/>
    <w:rsid w:val="001D7551"/>
    <w:rsid w:val="001D7ED1"/>
    <w:rsid w:val="001E0641"/>
    <w:rsid w:val="001E0C5A"/>
    <w:rsid w:val="001E0E1B"/>
    <w:rsid w:val="001E1249"/>
    <w:rsid w:val="001E1A7D"/>
    <w:rsid w:val="001E2F09"/>
    <w:rsid w:val="001E3AAB"/>
    <w:rsid w:val="001E42AF"/>
    <w:rsid w:val="001E4893"/>
    <w:rsid w:val="001E51D5"/>
    <w:rsid w:val="001E64AE"/>
    <w:rsid w:val="001E6675"/>
    <w:rsid w:val="001E6FB5"/>
    <w:rsid w:val="001F0BD0"/>
    <w:rsid w:val="001F0E9D"/>
    <w:rsid w:val="001F195B"/>
    <w:rsid w:val="001F1D01"/>
    <w:rsid w:val="001F2D58"/>
    <w:rsid w:val="001F2DCA"/>
    <w:rsid w:val="001F4B2B"/>
    <w:rsid w:val="001F68AA"/>
    <w:rsid w:val="001F78EB"/>
    <w:rsid w:val="00200206"/>
    <w:rsid w:val="00200674"/>
    <w:rsid w:val="00201720"/>
    <w:rsid w:val="002028B2"/>
    <w:rsid w:val="00203264"/>
    <w:rsid w:val="00203BFD"/>
    <w:rsid w:val="0020474C"/>
    <w:rsid w:val="00204D95"/>
    <w:rsid w:val="00205037"/>
    <w:rsid w:val="002057F1"/>
    <w:rsid w:val="00206D10"/>
    <w:rsid w:val="002107EC"/>
    <w:rsid w:val="00210E0C"/>
    <w:rsid w:val="00211BE0"/>
    <w:rsid w:val="002128A8"/>
    <w:rsid w:val="00215961"/>
    <w:rsid w:val="00215E4A"/>
    <w:rsid w:val="002174B6"/>
    <w:rsid w:val="00221C53"/>
    <w:rsid w:val="002221B2"/>
    <w:rsid w:val="0022248E"/>
    <w:rsid w:val="002227D5"/>
    <w:rsid w:val="002229F8"/>
    <w:rsid w:val="002236FD"/>
    <w:rsid w:val="00224A5D"/>
    <w:rsid w:val="00226C65"/>
    <w:rsid w:val="002272F7"/>
    <w:rsid w:val="0022774F"/>
    <w:rsid w:val="0023133E"/>
    <w:rsid w:val="00232C2A"/>
    <w:rsid w:val="00232E8A"/>
    <w:rsid w:val="00234CC2"/>
    <w:rsid w:val="002354CA"/>
    <w:rsid w:val="0023655F"/>
    <w:rsid w:val="0023714A"/>
    <w:rsid w:val="00237276"/>
    <w:rsid w:val="002378EC"/>
    <w:rsid w:val="00237DA8"/>
    <w:rsid w:val="0024032A"/>
    <w:rsid w:val="00240FE2"/>
    <w:rsid w:val="002415B7"/>
    <w:rsid w:val="002425A7"/>
    <w:rsid w:val="00242917"/>
    <w:rsid w:val="00245257"/>
    <w:rsid w:val="00245CC6"/>
    <w:rsid w:val="00246404"/>
    <w:rsid w:val="00251426"/>
    <w:rsid w:val="00251C0F"/>
    <w:rsid w:val="00251C18"/>
    <w:rsid w:val="00253020"/>
    <w:rsid w:val="0025372B"/>
    <w:rsid w:val="00253C29"/>
    <w:rsid w:val="0025407A"/>
    <w:rsid w:val="002562C3"/>
    <w:rsid w:val="00256BE7"/>
    <w:rsid w:val="0025731F"/>
    <w:rsid w:val="0026060F"/>
    <w:rsid w:val="00260AB8"/>
    <w:rsid w:val="00261085"/>
    <w:rsid w:val="0026121C"/>
    <w:rsid w:val="00261E0B"/>
    <w:rsid w:val="00261EC2"/>
    <w:rsid w:val="002629AD"/>
    <w:rsid w:val="0026332F"/>
    <w:rsid w:val="00263EBC"/>
    <w:rsid w:val="0026418C"/>
    <w:rsid w:val="00264D3D"/>
    <w:rsid w:val="00265713"/>
    <w:rsid w:val="00266343"/>
    <w:rsid w:val="00266701"/>
    <w:rsid w:val="00266B20"/>
    <w:rsid w:val="00266B4A"/>
    <w:rsid w:val="00267686"/>
    <w:rsid w:val="002706A8"/>
    <w:rsid w:val="00270D81"/>
    <w:rsid w:val="0027100C"/>
    <w:rsid w:val="00272B22"/>
    <w:rsid w:val="00272EFF"/>
    <w:rsid w:val="002731AD"/>
    <w:rsid w:val="00273D92"/>
    <w:rsid w:val="00274537"/>
    <w:rsid w:val="00274C07"/>
    <w:rsid w:val="00274F59"/>
    <w:rsid w:val="00275394"/>
    <w:rsid w:val="002777D2"/>
    <w:rsid w:val="00277820"/>
    <w:rsid w:val="00277B11"/>
    <w:rsid w:val="00280482"/>
    <w:rsid w:val="00281610"/>
    <w:rsid w:val="00283585"/>
    <w:rsid w:val="00283CF3"/>
    <w:rsid w:val="00283D88"/>
    <w:rsid w:val="00284A91"/>
    <w:rsid w:val="00286042"/>
    <w:rsid w:val="002862FF"/>
    <w:rsid w:val="0028680B"/>
    <w:rsid w:val="00287871"/>
    <w:rsid w:val="00287C98"/>
    <w:rsid w:val="00290045"/>
    <w:rsid w:val="002902D2"/>
    <w:rsid w:val="002909E2"/>
    <w:rsid w:val="002915FA"/>
    <w:rsid w:val="00291881"/>
    <w:rsid w:val="00291B4E"/>
    <w:rsid w:val="00294B7B"/>
    <w:rsid w:val="002968C6"/>
    <w:rsid w:val="00297376"/>
    <w:rsid w:val="00297E25"/>
    <w:rsid w:val="002A037A"/>
    <w:rsid w:val="002A1DF5"/>
    <w:rsid w:val="002A262A"/>
    <w:rsid w:val="002A31EB"/>
    <w:rsid w:val="002A4F46"/>
    <w:rsid w:val="002A535B"/>
    <w:rsid w:val="002A579D"/>
    <w:rsid w:val="002A5B53"/>
    <w:rsid w:val="002A5BB5"/>
    <w:rsid w:val="002A6621"/>
    <w:rsid w:val="002A6EF1"/>
    <w:rsid w:val="002A7756"/>
    <w:rsid w:val="002B1042"/>
    <w:rsid w:val="002B227A"/>
    <w:rsid w:val="002B2EB0"/>
    <w:rsid w:val="002B370E"/>
    <w:rsid w:val="002B4795"/>
    <w:rsid w:val="002B47B7"/>
    <w:rsid w:val="002B5854"/>
    <w:rsid w:val="002B6E6B"/>
    <w:rsid w:val="002B7CE3"/>
    <w:rsid w:val="002C0F0D"/>
    <w:rsid w:val="002C1276"/>
    <w:rsid w:val="002C1729"/>
    <w:rsid w:val="002C3752"/>
    <w:rsid w:val="002C432B"/>
    <w:rsid w:val="002C494B"/>
    <w:rsid w:val="002C515D"/>
    <w:rsid w:val="002C54C2"/>
    <w:rsid w:val="002C5B88"/>
    <w:rsid w:val="002C5DFF"/>
    <w:rsid w:val="002C62B5"/>
    <w:rsid w:val="002C65B4"/>
    <w:rsid w:val="002C6D8D"/>
    <w:rsid w:val="002C71B0"/>
    <w:rsid w:val="002C7379"/>
    <w:rsid w:val="002C7660"/>
    <w:rsid w:val="002D1552"/>
    <w:rsid w:val="002D2E0D"/>
    <w:rsid w:val="002D36B8"/>
    <w:rsid w:val="002D3713"/>
    <w:rsid w:val="002D3BB4"/>
    <w:rsid w:val="002D3EAE"/>
    <w:rsid w:val="002D5C4A"/>
    <w:rsid w:val="002D5C6A"/>
    <w:rsid w:val="002D6316"/>
    <w:rsid w:val="002D7C9C"/>
    <w:rsid w:val="002E0FAD"/>
    <w:rsid w:val="002E114C"/>
    <w:rsid w:val="002E19A6"/>
    <w:rsid w:val="002E19D9"/>
    <w:rsid w:val="002E238D"/>
    <w:rsid w:val="002E27E7"/>
    <w:rsid w:val="002E305B"/>
    <w:rsid w:val="002E47C3"/>
    <w:rsid w:val="002E56CC"/>
    <w:rsid w:val="002E5A54"/>
    <w:rsid w:val="002E5C22"/>
    <w:rsid w:val="002E69FF"/>
    <w:rsid w:val="002E7893"/>
    <w:rsid w:val="002F0121"/>
    <w:rsid w:val="002F0DA2"/>
    <w:rsid w:val="002F1758"/>
    <w:rsid w:val="002F2CDC"/>
    <w:rsid w:val="002F309C"/>
    <w:rsid w:val="002F3A04"/>
    <w:rsid w:val="002F53DD"/>
    <w:rsid w:val="002F547A"/>
    <w:rsid w:val="00300038"/>
    <w:rsid w:val="003007AF"/>
    <w:rsid w:val="00301382"/>
    <w:rsid w:val="0030219A"/>
    <w:rsid w:val="003022B3"/>
    <w:rsid w:val="0030387A"/>
    <w:rsid w:val="00303F12"/>
    <w:rsid w:val="00304DBA"/>
    <w:rsid w:val="003055B1"/>
    <w:rsid w:val="0030597B"/>
    <w:rsid w:val="00306335"/>
    <w:rsid w:val="00306CE4"/>
    <w:rsid w:val="00306F39"/>
    <w:rsid w:val="003070EC"/>
    <w:rsid w:val="00307898"/>
    <w:rsid w:val="0031198D"/>
    <w:rsid w:val="0031236B"/>
    <w:rsid w:val="00312F7F"/>
    <w:rsid w:val="00313927"/>
    <w:rsid w:val="00314992"/>
    <w:rsid w:val="00315E7B"/>
    <w:rsid w:val="00317086"/>
    <w:rsid w:val="003179FA"/>
    <w:rsid w:val="003215F5"/>
    <w:rsid w:val="00321793"/>
    <w:rsid w:val="00321EE3"/>
    <w:rsid w:val="003224E1"/>
    <w:rsid w:val="00323A7B"/>
    <w:rsid w:val="0032433C"/>
    <w:rsid w:val="00324726"/>
    <w:rsid w:val="00324CEA"/>
    <w:rsid w:val="00326E73"/>
    <w:rsid w:val="00327A70"/>
    <w:rsid w:val="00327A9C"/>
    <w:rsid w:val="00327EC0"/>
    <w:rsid w:val="00331440"/>
    <w:rsid w:val="003318CD"/>
    <w:rsid w:val="00331DA3"/>
    <w:rsid w:val="0033252B"/>
    <w:rsid w:val="00332A9D"/>
    <w:rsid w:val="003330D7"/>
    <w:rsid w:val="003348A5"/>
    <w:rsid w:val="003348CA"/>
    <w:rsid w:val="00335409"/>
    <w:rsid w:val="0033554E"/>
    <w:rsid w:val="00336265"/>
    <w:rsid w:val="0033685F"/>
    <w:rsid w:val="003368D4"/>
    <w:rsid w:val="00341781"/>
    <w:rsid w:val="00341F64"/>
    <w:rsid w:val="00341FC3"/>
    <w:rsid w:val="00341FF1"/>
    <w:rsid w:val="00342B2C"/>
    <w:rsid w:val="00343027"/>
    <w:rsid w:val="00343DA2"/>
    <w:rsid w:val="00343E16"/>
    <w:rsid w:val="00345842"/>
    <w:rsid w:val="003460DB"/>
    <w:rsid w:val="00347836"/>
    <w:rsid w:val="003508B8"/>
    <w:rsid w:val="00352438"/>
    <w:rsid w:val="003533AA"/>
    <w:rsid w:val="003536BD"/>
    <w:rsid w:val="0035521A"/>
    <w:rsid w:val="00355F2A"/>
    <w:rsid w:val="003562EF"/>
    <w:rsid w:val="00356789"/>
    <w:rsid w:val="00356B0F"/>
    <w:rsid w:val="003571D4"/>
    <w:rsid w:val="00360356"/>
    <w:rsid w:val="0036504D"/>
    <w:rsid w:val="00366423"/>
    <w:rsid w:val="00366565"/>
    <w:rsid w:val="003668B5"/>
    <w:rsid w:val="00366C24"/>
    <w:rsid w:val="00367240"/>
    <w:rsid w:val="00367440"/>
    <w:rsid w:val="00373560"/>
    <w:rsid w:val="0037396E"/>
    <w:rsid w:val="00374B58"/>
    <w:rsid w:val="00375CE3"/>
    <w:rsid w:val="00375EE6"/>
    <w:rsid w:val="00376295"/>
    <w:rsid w:val="003801AF"/>
    <w:rsid w:val="00380450"/>
    <w:rsid w:val="00381366"/>
    <w:rsid w:val="003837ED"/>
    <w:rsid w:val="0038532D"/>
    <w:rsid w:val="003856EB"/>
    <w:rsid w:val="00386C36"/>
    <w:rsid w:val="00387625"/>
    <w:rsid w:val="0039085F"/>
    <w:rsid w:val="003911AE"/>
    <w:rsid w:val="00391385"/>
    <w:rsid w:val="00391BE7"/>
    <w:rsid w:val="00392851"/>
    <w:rsid w:val="00393002"/>
    <w:rsid w:val="00393837"/>
    <w:rsid w:val="00393A44"/>
    <w:rsid w:val="00393A54"/>
    <w:rsid w:val="00393E93"/>
    <w:rsid w:val="003956C7"/>
    <w:rsid w:val="00395AEB"/>
    <w:rsid w:val="00396096"/>
    <w:rsid w:val="00396D52"/>
    <w:rsid w:val="003A08C0"/>
    <w:rsid w:val="003A31D5"/>
    <w:rsid w:val="003A32FE"/>
    <w:rsid w:val="003A3B16"/>
    <w:rsid w:val="003A4696"/>
    <w:rsid w:val="003A58C7"/>
    <w:rsid w:val="003A59ED"/>
    <w:rsid w:val="003A707D"/>
    <w:rsid w:val="003B0C6B"/>
    <w:rsid w:val="003B1489"/>
    <w:rsid w:val="003B3916"/>
    <w:rsid w:val="003B4E01"/>
    <w:rsid w:val="003B51FF"/>
    <w:rsid w:val="003B647F"/>
    <w:rsid w:val="003C0515"/>
    <w:rsid w:val="003C097D"/>
    <w:rsid w:val="003C0D5B"/>
    <w:rsid w:val="003C2D5F"/>
    <w:rsid w:val="003C2EE2"/>
    <w:rsid w:val="003C3130"/>
    <w:rsid w:val="003C3637"/>
    <w:rsid w:val="003C3BAD"/>
    <w:rsid w:val="003C4354"/>
    <w:rsid w:val="003C4561"/>
    <w:rsid w:val="003C56DB"/>
    <w:rsid w:val="003C5758"/>
    <w:rsid w:val="003C5820"/>
    <w:rsid w:val="003C635E"/>
    <w:rsid w:val="003C6552"/>
    <w:rsid w:val="003D0F51"/>
    <w:rsid w:val="003D20EA"/>
    <w:rsid w:val="003D31D7"/>
    <w:rsid w:val="003D344F"/>
    <w:rsid w:val="003D4CCF"/>
    <w:rsid w:val="003D622F"/>
    <w:rsid w:val="003D7520"/>
    <w:rsid w:val="003D757B"/>
    <w:rsid w:val="003E0B76"/>
    <w:rsid w:val="003E26AA"/>
    <w:rsid w:val="003E30ED"/>
    <w:rsid w:val="003E4FFD"/>
    <w:rsid w:val="003E6247"/>
    <w:rsid w:val="003E6477"/>
    <w:rsid w:val="003E790C"/>
    <w:rsid w:val="003F0EE5"/>
    <w:rsid w:val="003F256D"/>
    <w:rsid w:val="003F3BA7"/>
    <w:rsid w:val="003F4C65"/>
    <w:rsid w:val="003F5B1C"/>
    <w:rsid w:val="003F63FE"/>
    <w:rsid w:val="003F64DC"/>
    <w:rsid w:val="003F693F"/>
    <w:rsid w:val="00400304"/>
    <w:rsid w:val="00400A0E"/>
    <w:rsid w:val="00401207"/>
    <w:rsid w:val="004013F6"/>
    <w:rsid w:val="004016DA"/>
    <w:rsid w:val="00401C23"/>
    <w:rsid w:val="00402799"/>
    <w:rsid w:val="00403019"/>
    <w:rsid w:val="004040B6"/>
    <w:rsid w:val="00404795"/>
    <w:rsid w:val="0041004D"/>
    <w:rsid w:val="00410717"/>
    <w:rsid w:val="00411386"/>
    <w:rsid w:val="00411B32"/>
    <w:rsid w:val="00413CF1"/>
    <w:rsid w:val="0041787F"/>
    <w:rsid w:val="004200DE"/>
    <w:rsid w:val="00420434"/>
    <w:rsid w:val="00421390"/>
    <w:rsid w:val="00421A31"/>
    <w:rsid w:val="00422235"/>
    <w:rsid w:val="0042228B"/>
    <w:rsid w:val="00422F51"/>
    <w:rsid w:val="00422F7B"/>
    <w:rsid w:val="00423A33"/>
    <w:rsid w:val="00423C74"/>
    <w:rsid w:val="00426790"/>
    <w:rsid w:val="004270A4"/>
    <w:rsid w:val="0042748C"/>
    <w:rsid w:val="00427E64"/>
    <w:rsid w:val="00430648"/>
    <w:rsid w:val="004318CB"/>
    <w:rsid w:val="00431908"/>
    <w:rsid w:val="00431AD0"/>
    <w:rsid w:val="004327EA"/>
    <w:rsid w:val="00433D48"/>
    <w:rsid w:val="004346D6"/>
    <w:rsid w:val="00434FE3"/>
    <w:rsid w:val="004366A3"/>
    <w:rsid w:val="00437BE5"/>
    <w:rsid w:val="00437CD5"/>
    <w:rsid w:val="0044493C"/>
    <w:rsid w:val="00444BC7"/>
    <w:rsid w:val="004453ED"/>
    <w:rsid w:val="004462B1"/>
    <w:rsid w:val="00446DCC"/>
    <w:rsid w:val="004509F1"/>
    <w:rsid w:val="00452005"/>
    <w:rsid w:val="004530C3"/>
    <w:rsid w:val="00456A0B"/>
    <w:rsid w:val="00457DC5"/>
    <w:rsid w:val="004605C5"/>
    <w:rsid w:val="00460E7A"/>
    <w:rsid w:val="00461143"/>
    <w:rsid w:val="00461829"/>
    <w:rsid w:val="00461F27"/>
    <w:rsid w:val="004621E7"/>
    <w:rsid w:val="0046269E"/>
    <w:rsid w:val="00462FAD"/>
    <w:rsid w:val="00464262"/>
    <w:rsid w:val="00465006"/>
    <w:rsid w:val="00465C84"/>
    <w:rsid w:val="00465E82"/>
    <w:rsid w:val="004667FA"/>
    <w:rsid w:val="004671C6"/>
    <w:rsid w:val="0046735F"/>
    <w:rsid w:val="0046775D"/>
    <w:rsid w:val="00467F77"/>
    <w:rsid w:val="0047092A"/>
    <w:rsid w:val="00471340"/>
    <w:rsid w:val="00471773"/>
    <w:rsid w:val="00471B90"/>
    <w:rsid w:val="004722A6"/>
    <w:rsid w:val="00473956"/>
    <w:rsid w:val="00473D6E"/>
    <w:rsid w:val="00474065"/>
    <w:rsid w:val="00474645"/>
    <w:rsid w:val="004762D1"/>
    <w:rsid w:val="004806CD"/>
    <w:rsid w:val="004810FC"/>
    <w:rsid w:val="004814B3"/>
    <w:rsid w:val="00482483"/>
    <w:rsid w:val="004835EA"/>
    <w:rsid w:val="00483D42"/>
    <w:rsid w:val="00484856"/>
    <w:rsid w:val="00484FB9"/>
    <w:rsid w:val="00485658"/>
    <w:rsid w:val="004874BA"/>
    <w:rsid w:val="004878F3"/>
    <w:rsid w:val="004906DE"/>
    <w:rsid w:val="004938C6"/>
    <w:rsid w:val="00494F2A"/>
    <w:rsid w:val="004950E9"/>
    <w:rsid w:val="0049576C"/>
    <w:rsid w:val="00496394"/>
    <w:rsid w:val="004A0E67"/>
    <w:rsid w:val="004A1039"/>
    <w:rsid w:val="004A20F3"/>
    <w:rsid w:val="004A25E6"/>
    <w:rsid w:val="004A27F8"/>
    <w:rsid w:val="004A2A73"/>
    <w:rsid w:val="004A328C"/>
    <w:rsid w:val="004A35FA"/>
    <w:rsid w:val="004A3CF7"/>
    <w:rsid w:val="004A4D69"/>
    <w:rsid w:val="004A6EB1"/>
    <w:rsid w:val="004B0D66"/>
    <w:rsid w:val="004B0E8E"/>
    <w:rsid w:val="004B3010"/>
    <w:rsid w:val="004B3085"/>
    <w:rsid w:val="004B3570"/>
    <w:rsid w:val="004B3BD5"/>
    <w:rsid w:val="004B4B90"/>
    <w:rsid w:val="004B5F28"/>
    <w:rsid w:val="004B6E60"/>
    <w:rsid w:val="004C0527"/>
    <w:rsid w:val="004C0736"/>
    <w:rsid w:val="004C1CAE"/>
    <w:rsid w:val="004C1E69"/>
    <w:rsid w:val="004C23CC"/>
    <w:rsid w:val="004C4791"/>
    <w:rsid w:val="004C6C75"/>
    <w:rsid w:val="004C73A7"/>
    <w:rsid w:val="004D253D"/>
    <w:rsid w:val="004D2644"/>
    <w:rsid w:val="004D2716"/>
    <w:rsid w:val="004D349B"/>
    <w:rsid w:val="004D36F3"/>
    <w:rsid w:val="004D44DC"/>
    <w:rsid w:val="004D4AF8"/>
    <w:rsid w:val="004D57CF"/>
    <w:rsid w:val="004D6148"/>
    <w:rsid w:val="004D6EFE"/>
    <w:rsid w:val="004D7CA4"/>
    <w:rsid w:val="004E020B"/>
    <w:rsid w:val="004E10B1"/>
    <w:rsid w:val="004E1F47"/>
    <w:rsid w:val="004E264B"/>
    <w:rsid w:val="004E4989"/>
    <w:rsid w:val="004E501F"/>
    <w:rsid w:val="004E5AA4"/>
    <w:rsid w:val="004E5C56"/>
    <w:rsid w:val="004E65FA"/>
    <w:rsid w:val="004E7061"/>
    <w:rsid w:val="004F0B18"/>
    <w:rsid w:val="004F0E4B"/>
    <w:rsid w:val="004F0E99"/>
    <w:rsid w:val="004F1507"/>
    <w:rsid w:val="004F24E8"/>
    <w:rsid w:val="004F28BF"/>
    <w:rsid w:val="004F373C"/>
    <w:rsid w:val="004F4F04"/>
    <w:rsid w:val="004F5EF9"/>
    <w:rsid w:val="004F6359"/>
    <w:rsid w:val="004F71F2"/>
    <w:rsid w:val="004F720B"/>
    <w:rsid w:val="004F7944"/>
    <w:rsid w:val="00500319"/>
    <w:rsid w:val="005007DA"/>
    <w:rsid w:val="005007DD"/>
    <w:rsid w:val="0050124A"/>
    <w:rsid w:val="005024C7"/>
    <w:rsid w:val="00502963"/>
    <w:rsid w:val="00502E55"/>
    <w:rsid w:val="005058E3"/>
    <w:rsid w:val="00510154"/>
    <w:rsid w:val="00512083"/>
    <w:rsid w:val="00512BA7"/>
    <w:rsid w:val="00512F85"/>
    <w:rsid w:val="005143B7"/>
    <w:rsid w:val="005143C0"/>
    <w:rsid w:val="005145AD"/>
    <w:rsid w:val="00514DB4"/>
    <w:rsid w:val="00514EE0"/>
    <w:rsid w:val="0051555D"/>
    <w:rsid w:val="005168E6"/>
    <w:rsid w:val="00517087"/>
    <w:rsid w:val="0051734F"/>
    <w:rsid w:val="00517834"/>
    <w:rsid w:val="0052044A"/>
    <w:rsid w:val="0052183A"/>
    <w:rsid w:val="00521B33"/>
    <w:rsid w:val="005223E2"/>
    <w:rsid w:val="00525336"/>
    <w:rsid w:val="00526464"/>
    <w:rsid w:val="005266B4"/>
    <w:rsid w:val="0052689D"/>
    <w:rsid w:val="005275B3"/>
    <w:rsid w:val="00527A67"/>
    <w:rsid w:val="00531F76"/>
    <w:rsid w:val="0053286B"/>
    <w:rsid w:val="005328AE"/>
    <w:rsid w:val="00532A91"/>
    <w:rsid w:val="00532C74"/>
    <w:rsid w:val="00532FAC"/>
    <w:rsid w:val="005342E5"/>
    <w:rsid w:val="00534A23"/>
    <w:rsid w:val="0053555A"/>
    <w:rsid w:val="00535981"/>
    <w:rsid w:val="00535EFC"/>
    <w:rsid w:val="005362EB"/>
    <w:rsid w:val="005400F8"/>
    <w:rsid w:val="005403C8"/>
    <w:rsid w:val="00541775"/>
    <w:rsid w:val="00541DD7"/>
    <w:rsid w:val="005424C9"/>
    <w:rsid w:val="0054359E"/>
    <w:rsid w:val="005437AE"/>
    <w:rsid w:val="00544230"/>
    <w:rsid w:val="005449DF"/>
    <w:rsid w:val="00544EFC"/>
    <w:rsid w:val="005460D5"/>
    <w:rsid w:val="00546532"/>
    <w:rsid w:val="00547164"/>
    <w:rsid w:val="00547526"/>
    <w:rsid w:val="005475A1"/>
    <w:rsid w:val="00547D47"/>
    <w:rsid w:val="00550553"/>
    <w:rsid w:val="005550B9"/>
    <w:rsid w:val="00555D91"/>
    <w:rsid w:val="00555F06"/>
    <w:rsid w:val="00556298"/>
    <w:rsid w:val="00557A9C"/>
    <w:rsid w:val="005604F5"/>
    <w:rsid w:val="00560AB2"/>
    <w:rsid w:val="00560AFD"/>
    <w:rsid w:val="00560F48"/>
    <w:rsid w:val="00561977"/>
    <w:rsid w:val="00561F0D"/>
    <w:rsid w:val="00562DEA"/>
    <w:rsid w:val="005644C1"/>
    <w:rsid w:val="00565369"/>
    <w:rsid w:val="00565592"/>
    <w:rsid w:val="00566022"/>
    <w:rsid w:val="00566AA8"/>
    <w:rsid w:val="00570745"/>
    <w:rsid w:val="00571A46"/>
    <w:rsid w:val="00571F47"/>
    <w:rsid w:val="005737FA"/>
    <w:rsid w:val="00576B9F"/>
    <w:rsid w:val="00580019"/>
    <w:rsid w:val="00580054"/>
    <w:rsid w:val="005803A6"/>
    <w:rsid w:val="005811EB"/>
    <w:rsid w:val="00581E6B"/>
    <w:rsid w:val="005820D6"/>
    <w:rsid w:val="00582236"/>
    <w:rsid w:val="00582682"/>
    <w:rsid w:val="00583957"/>
    <w:rsid w:val="005839F7"/>
    <w:rsid w:val="005853B9"/>
    <w:rsid w:val="0058569E"/>
    <w:rsid w:val="00585EF9"/>
    <w:rsid w:val="00586AEB"/>
    <w:rsid w:val="00587825"/>
    <w:rsid w:val="00587A50"/>
    <w:rsid w:val="00587AFB"/>
    <w:rsid w:val="00587C75"/>
    <w:rsid w:val="0059029F"/>
    <w:rsid w:val="00591C38"/>
    <w:rsid w:val="00591C64"/>
    <w:rsid w:val="005922ED"/>
    <w:rsid w:val="0059334C"/>
    <w:rsid w:val="00593870"/>
    <w:rsid w:val="00593A9C"/>
    <w:rsid w:val="00593E55"/>
    <w:rsid w:val="00594F7D"/>
    <w:rsid w:val="00595B24"/>
    <w:rsid w:val="00595B49"/>
    <w:rsid w:val="005971D2"/>
    <w:rsid w:val="005976D8"/>
    <w:rsid w:val="005A00F8"/>
    <w:rsid w:val="005A0355"/>
    <w:rsid w:val="005A14F7"/>
    <w:rsid w:val="005A154A"/>
    <w:rsid w:val="005A1CBF"/>
    <w:rsid w:val="005A2F1F"/>
    <w:rsid w:val="005A3169"/>
    <w:rsid w:val="005A3B66"/>
    <w:rsid w:val="005A4396"/>
    <w:rsid w:val="005A571F"/>
    <w:rsid w:val="005A5DE0"/>
    <w:rsid w:val="005A69F0"/>
    <w:rsid w:val="005B0D3B"/>
    <w:rsid w:val="005B0E52"/>
    <w:rsid w:val="005B138B"/>
    <w:rsid w:val="005B1F05"/>
    <w:rsid w:val="005B22D9"/>
    <w:rsid w:val="005B5F04"/>
    <w:rsid w:val="005B6192"/>
    <w:rsid w:val="005B6EE0"/>
    <w:rsid w:val="005C00AA"/>
    <w:rsid w:val="005C26F1"/>
    <w:rsid w:val="005C2F55"/>
    <w:rsid w:val="005C4128"/>
    <w:rsid w:val="005C42C4"/>
    <w:rsid w:val="005C6284"/>
    <w:rsid w:val="005C76D9"/>
    <w:rsid w:val="005C7B37"/>
    <w:rsid w:val="005D0000"/>
    <w:rsid w:val="005D0FB3"/>
    <w:rsid w:val="005D193B"/>
    <w:rsid w:val="005D27BC"/>
    <w:rsid w:val="005D4209"/>
    <w:rsid w:val="005D4814"/>
    <w:rsid w:val="005D4828"/>
    <w:rsid w:val="005D4C8A"/>
    <w:rsid w:val="005D5DAF"/>
    <w:rsid w:val="005D682E"/>
    <w:rsid w:val="005D6AB2"/>
    <w:rsid w:val="005D6F01"/>
    <w:rsid w:val="005D7700"/>
    <w:rsid w:val="005D7942"/>
    <w:rsid w:val="005D7CFA"/>
    <w:rsid w:val="005E0A58"/>
    <w:rsid w:val="005E0D20"/>
    <w:rsid w:val="005E15D3"/>
    <w:rsid w:val="005E18D4"/>
    <w:rsid w:val="005E41AA"/>
    <w:rsid w:val="005E42D7"/>
    <w:rsid w:val="005E43CC"/>
    <w:rsid w:val="005E4DFA"/>
    <w:rsid w:val="005E73B6"/>
    <w:rsid w:val="005E7BCB"/>
    <w:rsid w:val="005F0D94"/>
    <w:rsid w:val="005F19B9"/>
    <w:rsid w:val="005F2729"/>
    <w:rsid w:val="005F6E90"/>
    <w:rsid w:val="005F6F02"/>
    <w:rsid w:val="005F731A"/>
    <w:rsid w:val="005F7F6E"/>
    <w:rsid w:val="00600056"/>
    <w:rsid w:val="00600B26"/>
    <w:rsid w:val="00600EF3"/>
    <w:rsid w:val="006014EC"/>
    <w:rsid w:val="00602162"/>
    <w:rsid w:val="00602720"/>
    <w:rsid w:val="00602B8D"/>
    <w:rsid w:val="00603B3F"/>
    <w:rsid w:val="00603E0B"/>
    <w:rsid w:val="00604055"/>
    <w:rsid w:val="00604D5F"/>
    <w:rsid w:val="00606528"/>
    <w:rsid w:val="00606BC3"/>
    <w:rsid w:val="0060706D"/>
    <w:rsid w:val="006072A9"/>
    <w:rsid w:val="00610443"/>
    <w:rsid w:val="00611675"/>
    <w:rsid w:val="00612D77"/>
    <w:rsid w:val="00613AE7"/>
    <w:rsid w:val="00613F57"/>
    <w:rsid w:val="00614306"/>
    <w:rsid w:val="0061469E"/>
    <w:rsid w:val="006146A9"/>
    <w:rsid w:val="0061548F"/>
    <w:rsid w:val="006160D2"/>
    <w:rsid w:val="00616BCE"/>
    <w:rsid w:val="006172A9"/>
    <w:rsid w:val="006172CD"/>
    <w:rsid w:val="006202FD"/>
    <w:rsid w:val="00620B17"/>
    <w:rsid w:val="006219F5"/>
    <w:rsid w:val="00621BD9"/>
    <w:rsid w:val="00621D66"/>
    <w:rsid w:val="00622DBD"/>
    <w:rsid w:val="00623787"/>
    <w:rsid w:val="006247D0"/>
    <w:rsid w:val="00624A2C"/>
    <w:rsid w:val="0062529F"/>
    <w:rsid w:val="0062561B"/>
    <w:rsid w:val="006267E3"/>
    <w:rsid w:val="006278F0"/>
    <w:rsid w:val="00627D3A"/>
    <w:rsid w:val="006309DF"/>
    <w:rsid w:val="00631190"/>
    <w:rsid w:val="00631A12"/>
    <w:rsid w:val="006360C0"/>
    <w:rsid w:val="00637494"/>
    <w:rsid w:val="0063757F"/>
    <w:rsid w:val="006379E4"/>
    <w:rsid w:val="00637CBD"/>
    <w:rsid w:val="00640989"/>
    <w:rsid w:val="00641295"/>
    <w:rsid w:val="00641AA8"/>
    <w:rsid w:val="006438B2"/>
    <w:rsid w:val="00643924"/>
    <w:rsid w:val="00644595"/>
    <w:rsid w:val="00644D17"/>
    <w:rsid w:val="00645AB2"/>
    <w:rsid w:val="0064606B"/>
    <w:rsid w:val="006461E6"/>
    <w:rsid w:val="006467A8"/>
    <w:rsid w:val="00647453"/>
    <w:rsid w:val="006476C2"/>
    <w:rsid w:val="006478B0"/>
    <w:rsid w:val="00647D0F"/>
    <w:rsid w:val="00650412"/>
    <w:rsid w:val="00652311"/>
    <w:rsid w:val="00652C6C"/>
    <w:rsid w:val="00653316"/>
    <w:rsid w:val="00653FE0"/>
    <w:rsid w:val="00654435"/>
    <w:rsid w:val="006545EC"/>
    <w:rsid w:val="006556DB"/>
    <w:rsid w:val="00655DCA"/>
    <w:rsid w:val="00656765"/>
    <w:rsid w:val="00660428"/>
    <w:rsid w:val="00661160"/>
    <w:rsid w:val="00661915"/>
    <w:rsid w:val="00662C04"/>
    <w:rsid w:val="00662D2D"/>
    <w:rsid w:val="00662F25"/>
    <w:rsid w:val="00664283"/>
    <w:rsid w:val="00665ABE"/>
    <w:rsid w:val="00665C28"/>
    <w:rsid w:val="006662D7"/>
    <w:rsid w:val="00667C6B"/>
    <w:rsid w:val="006723C4"/>
    <w:rsid w:val="00673B3E"/>
    <w:rsid w:val="00675EDD"/>
    <w:rsid w:val="006768DA"/>
    <w:rsid w:val="00677A08"/>
    <w:rsid w:val="00677CA6"/>
    <w:rsid w:val="0068065B"/>
    <w:rsid w:val="00681EC1"/>
    <w:rsid w:val="00683398"/>
    <w:rsid w:val="006837B3"/>
    <w:rsid w:val="00683BFC"/>
    <w:rsid w:val="00683F7F"/>
    <w:rsid w:val="00686823"/>
    <w:rsid w:val="00686ACA"/>
    <w:rsid w:val="00686CE5"/>
    <w:rsid w:val="00690EE3"/>
    <w:rsid w:val="00691111"/>
    <w:rsid w:val="00691892"/>
    <w:rsid w:val="00692A95"/>
    <w:rsid w:val="006945F7"/>
    <w:rsid w:val="00696127"/>
    <w:rsid w:val="00696726"/>
    <w:rsid w:val="00696874"/>
    <w:rsid w:val="00697036"/>
    <w:rsid w:val="006A0510"/>
    <w:rsid w:val="006A1970"/>
    <w:rsid w:val="006A1C7F"/>
    <w:rsid w:val="006A2068"/>
    <w:rsid w:val="006A2167"/>
    <w:rsid w:val="006A3505"/>
    <w:rsid w:val="006A45B2"/>
    <w:rsid w:val="006A5194"/>
    <w:rsid w:val="006A5A47"/>
    <w:rsid w:val="006A76E3"/>
    <w:rsid w:val="006A7B0E"/>
    <w:rsid w:val="006A7CB9"/>
    <w:rsid w:val="006B017D"/>
    <w:rsid w:val="006B0231"/>
    <w:rsid w:val="006B0AAE"/>
    <w:rsid w:val="006B1FDC"/>
    <w:rsid w:val="006B20E8"/>
    <w:rsid w:val="006B2777"/>
    <w:rsid w:val="006B2EE2"/>
    <w:rsid w:val="006B3893"/>
    <w:rsid w:val="006B4042"/>
    <w:rsid w:val="006B4BAF"/>
    <w:rsid w:val="006B5D6D"/>
    <w:rsid w:val="006B5FEA"/>
    <w:rsid w:val="006B79CA"/>
    <w:rsid w:val="006B7E0B"/>
    <w:rsid w:val="006C0467"/>
    <w:rsid w:val="006C1D58"/>
    <w:rsid w:val="006C1E29"/>
    <w:rsid w:val="006C230A"/>
    <w:rsid w:val="006C3068"/>
    <w:rsid w:val="006C4EAC"/>
    <w:rsid w:val="006C5A43"/>
    <w:rsid w:val="006C78EC"/>
    <w:rsid w:val="006D02F2"/>
    <w:rsid w:val="006D1032"/>
    <w:rsid w:val="006D17E7"/>
    <w:rsid w:val="006D20C1"/>
    <w:rsid w:val="006D23AB"/>
    <w:rsid w:val="006D243A"/>
    <w:rsid w:val="006D2BAE"/>
    <w:rsid w:val="006D4EE4"/>
    <w:rsid w:val="006D54DE"/>
    <w:rsid w:val="006D5A94"/>
    <w:rsid w:val="006D6452"/>
    <w:rsid w:val="006D7E2A"/>
    <w:rsid w:val="006D7F1C"/>
    <w:rsid w:val="006E0927"/>
    <w:rsid w:val="006E115A"/>
    <w:rsid w:val="006E302D"/>
    <w:rsid w:val="006E4929"/>
    <w:rsid w:val="006E5746"/>
    <w:rsid w:val="006E7B1D"/>
    <w:rsid w:val="006F111D"/>
    <w:rsid w:val="006F1711"/>
    <w:rsid w:val="006F17F6"/>
    <w:rsid w:val="006F1F0F"/>
    <w:rsid w:val="006F20D1"/>
    <w:rsid w:val="006F2619"/>
    <w:rsid w:val="006F328F"/>
    <w:rsid w:val="006F3319"/>
    <w:rsid w:val="006F4CCE"/>
    <w:rsid w:val="006F5046"/>
    <w:rsid w:val="006F52AE"/>
    <w:rsid w:val="006F647D"/>
    <w:rsid w:val="006F697A"/>
    <w:rsid w:val="00700350"/>
    <w:rsid w:val="00701268"/>
    <w:rsid w:val="00702538"/>
    <w:rsid w:val="00704C4F"/>
    <w:rsid w:val="0070500C"/>
    <w:rsid w:val="00705579"/>
    <w:rsid w:val="0070594A"/>
    <w:rsid w:val="00705F56"/>
    <w:rsid w:val="0070680F"/>
    <w:rsid w:val="00710224"/>
    <w:rsid w:val="007105A6"/>
    <w:rsid w:val="00710F33"/>
    <w:rsid w:val="007118FB"/>
    <w:rsid w:val="00711A2B"/>
    <w:rsid w:val="0071225B"/>
    <w:rsid w:val="007122C8"/>
    <w:rsid w:val="00712654"/>
    <w:rsid w:val="0071265D"/>
    <w:rsid w:val="007137E0"/>
    <w:rsid w:val="00713844"/>
    <w:rsid w:val="00713D6E"/>
    <w:rsid w:val="00714D1B"/>
    <w:rsid w:val="00715DCA"/>
    <w:rsid w:val="00716122"/>
    <w:rsid w:val="0071623E"/>
    <w:rsid w:val="007166C3"/>
    <w:rsid w:val="00716DBA"/>
    <w:rsid w:val="00717855"/>
    <w:rsid w:val="00720427"/>
    <w:rsid w:val="007220D7"/>
    <w:rsid w:val="0072316D"/>
    <w:rsid w:val="0072355A"/>
    <w:rsid w:val="00723A2C"/>
    <w:rsid w:val="00723D95"/>
    <w:rsid w:val="00727A29"/>
    <w:rsid w:val="00727C6D"/>
    <w:rsid w:val="00727EAD"/>
    <w:rsid w:val="00730581"/>
    <w:rsid w:val="00730639"/>
    <w:rsid w:val="00730AAA"/>
    <w:rsid w:val="007310DB"/>
    <w:rsid w:val="0073122B"/>
    <w:rsid w:val="00731513"/>
    <w:rsid w:val="00731D6F"/>
    <w:rsid w:val="00732423"/>
    <w:rsid w:val="00733125"/>
    <w:rsid w:val="0073321F"/>
    <w:rsid w:val="00733E21"/>
    <w:rsid w:val="00734509"/>
    <w:rsid w:val="0073508B"/>
    <w:rsid w:val="00735589"/>
    <w:rsid w:val="0073620F"/>
    <w:rsid w:val="007362A4"/>
    <w:rsid w:val="00736F36"/>
    <w:rsid w:val="0074089E"/>
    <w:rsid w:val="00741854"/>
    <w:rsid w:val="00741A13"/>
    <w:rsid w:val="00741C54"/>
    <w:rsid w:val="007427B8"/>
    <w:rsid w:val="007431B8"/>
    <w:rsid w:val="007436EE"/>
    <w:rsid w:val="00744838"/>
    <w:rsid w:val="00744E0A"/>
    <w:rsid w:val="00745B2C"/>
    <w:rsid w:val="007466E7"/>
    <w:rsid w:val="00746878"/>
    <w:rsid w:val="007468C8"/>
    <w:rsid w:val="00746C75"/>
    <w:rsid w:val="0075008A"/>
    <w:rsid w:val="00751E20"/>
    <w:rsid w:val="0075315D"/>
    <w:rsid w:val="00753193"/>
    <w:rsid w:val="00761FF7"/>
    <w:rsid w:val="00762F40"/>
    <w:rsid w:val="0076331F"/>
    <w:rsid w:val="007633C8"/>
    <w:rsid w:val="0076467B"/>
    <w:rsid w:val="00764F88"/>
    <w:rsid w:val="0076511F"/>
    <w:rsid w:val="0076592B"/>
    <w:rsid w:val="0076656C"/>
    <w:rsid w:val="00766723"/>
    <w:rsid w:val="007677F8"/>
    <w:rsid w:val="007735CC"/>
    <w:rsid w:val="0077381E"/>
    <w:rsid w:val="00773B41"/>
    <w:rsid w:val="00773D50"/>
    <w:rsid w:val="00773E90"/>
    <w:rsid w:val="00774947"/>
    <w:rsid w:val="00774A27"/>
    <w:rsid w:val="0077565E"/>
    <w:rsid w:val="00775F09"/>
    <w:rsid w:val="007760AD"/>
    <w:rsid w:val="00776BBF"/>
    <w:rsid w:val="00777C09"/>
    <w:rsid w:val="0078014D"/>
    <w:rsid w:val="00780B69"/>
    <w:rsid w:val="00781433"/>
    <w:rsid w:val="00781CCA"/>
    <w:rsid w:val="0078252B"/>
    <w:rsid w:val="00782ABA"/>
    <w:rsid w:val="00784A71"/>
    <w:rsid w:val="007856FB"/>
    <w:rsid w:val="00785CE5"/>
    <w:rsid w:val="00786455"/>
    <w:rsid w:val="00791A0E"/>
    <w:rsid w:val="00793236"/>
    <w:rsid w:val="007938FB"/>
    <w:rsid w:val="00794D7C"/>
    <w:rsid w:val="00795030"/>
    <w:rsid w:val="007977D6"/>
    <w:rsid w:val="007A0426"/>
    <w:rsid w:val="007A0E40"/>
    <w:rsid w:val="007A1508"/>
    <w:rsid w:val="007A1A0F"/>
    <w:rsid w:val="007A2282"/>
    <w:rsid w:val="007A2CA6"/>
    <w:rsid w:val="007A3A54"/>
    <w:rsid w:val="007A3A92"/>
    <w:rsid w:val="007A3BA4"/>
    <w:rsid w:val="007A4C3D"/>
    <w:rsid w:val="007A4D85"/>
    <w:rsid w:val="007A5FC9"/>
    <w:rsid w:val="007A6010"/>
    <w:rsid w:val="007A6886"/>
    <w:rsid w:val="007B018B"/>
    <w:rsid w:val="007B16E3"/>
    <w:rsid w:val="007B308A"/>
    <w:rsid w:val="007B322B"/>
    <w:rsid w:val="007B336D"/>
    <w:rsid w:val="007B3774"/>
    <w:rsid w:val="007B40F2"/>
    <w:rsid w:val="007B4D48"/>
    <w:rsid w:val="007B52F4"/>
    <w:rsid w:val="007C015D"/>
    <w:rsid w:val="007C0AAB"/>
    <w:rsid w:val="007C0D18"/>
    <w:rsid w:val="007C1250"/>
    <w:rsid w:val="007C1798"/>
    <w:rsid w:val="007C1A7C"/>
    <w:rsid w:val="007C2040"/>
    <w:rsid w:val="007C21E1"/>
    <w:rsid w:val="007C29EC"/>
    <w:rsid w:val="007C2FE3"/>
    <w:rsid w:val="007C354B"/>
    <w:rsid w:val="007C3B49"/>
    <w:rsid w:val="007D0C32"/>
    <w:rsid w:val="007D2934"/>
    <w:rsid w:val="007D2B39"/>
    <w:rsid w:val="007D2B5C"/>
    <w:rsid w:val="007D345E"/>
    <w:rsid w:val="007D47CB"/>
    <w:rsid w:val="007D4DB5"/>
    <w:rsid w:val="007D6F93"/>
    <w:rsid w:val="007D77C7"/>
    <w:rsid w:val="007E0544"/>
    <w:rsid w:val="007E07B0"/>
    <w:rsid w:val="007E0C2B"/>
    <w:rsid w:val="007E1055"/>
    <w:rsid w:val="007E2452"/>
    <w:rsid w:val="007E2771"/>
    <w:rsid w:val="007E363D"/>
    <w:rsid w:val="007E3A0F"/>
    <w:rsid w:val="007E6A77"/>
    <w:rsid w:val="007E74C2"/>
    <w:rsid w:val="007F0043"/>
    <w:rsid w:val="007F11CA"/>
    <w:rsid w:val="007F21DD"/>
    <w:rsid w:val="007F380E"/>
    <w:rsid w:val="007F4688"/>
    <w:rsid w:val="007F4F31"/>
    <w:rsid w:val="007F624E"/>
    <w:rsid w:val="007F725F"/>
    <w:rsid w:val="007F7A21"/>
    <w:rsid w:val="007F7D63"/>
    <w:rsid w:val="00800BB0"/>
    <w:rsid w:val="00801151"/>
    <w:rsid w:val="00801739"/>
    <w:rsid w:val="00801808"/>
    <w:rsid w:val="008020A4"/>
    <w:rsid w:val="00802134"/>
    <w:rsid w:val="00804AA8"/>
    <w:rsid w:val="00804EC1"/>
    <w:rsid w:val="00805008"/>
    <w:rsid w:val="008065DD"/>
    <w:rsid w:val="00807231"/>
    <w:rsid w:val="0081012F"/>
    <w:rsid w:val="0081131F"/>
    <w:rsid w:val="008118A1"/>
    <w:rsid w:val="00811DF4"/>
    <w:rsid w:val="008132A8"/>
    <w:rsid w:val="00814535"/>
    <w:rsid w:val="00815B7B"/>
    <w:rsid w:val="00815DBF"/>
    <w:rsid w:val="008225E2"/>
    <w:rsid w:val="00823334"/>
    <w:rsid w:val="00824A1F"/>
    <w:rsid w:val="008254F2"/>
    <w:rsid w:val="0082564D"/>
    <w:rsid w:val="00825964"/>
    <w:rsid w:val="00826161"/>
    <w:rsid w:val="00826352"/>
    <w:rsid w:val="0082650E"/>
    <w:rsid w:val="00826837"/>
    <w:rsid w:val="008273C7"/>
    <w:rsid w:val="00827CAE"/>
    <w:rsid w:val="00830CEC"/>
    <w:rsid w:val="00833C5F"/>
    <w:rsid w:val="008342CB"/>
    <w:rsid w:val="00834CF4"/>
    <w:rsid w:val="00835EDE"/>
    <w:rsid w:val="008366E3"/>
    <w:rsid w:val="00836E95"/>
    <w:rsid w:val="00837E72"/>
    <w:rsid w:val="0084125F"/>
    <w:rsid w:val="00841354"/>
    <w:rsid w:val="008423CC"/>
    <w:rsid w:val="00845BDD"/>
    <w:rsid w:val="00845CE1"/>
    <w:rsid w:val="008475AF"/>
    <w:rsid w:val="008476CA"/>
    <w:rsid w:val="0085016C"/>
    <w:rsid w:val="0085065B"/>
    <w:rsid w:val="008522F6"/>
    <w:rsid w:val="008538DB"/>
    <w:rsid w:val="008545CB"/>
    <w:rsid w:val="00854852"/>
    <w:rsid w:val="00855C45"/>
    <w:rsid w:val="008571AC"/>
    <w:rsid w:val="00857843"/>
    <w:rsid w:val="00857FE4"/>
    <w:rsid w:val="0086036D"/>
    <w:rsid w:val="00861FB7"/>
    <w:rsid w:val="00862290"/>
    <w:rsid w:val="00862DBF"/>
    <w:rsid w:val="00863199"/>
    <w:rsid w:val="008638DB"/>
    <w:rsid w:val="008643B5"/>
    <w:rsid w:val="00866462"/>
    <w:rsid w:val="008664AE"/>
    <w:rsid w:val="008669AF"/>
    <w:rsid w:val="00867205"/>
    <w:rsid w:val="00871058"/>
    <w:rsid w:val="008723F6"/>
    <w:rsid w:val="0087338D"/>
    <w:rsid w:val="008743B6"/>
    <w:rsid w:val="00874443"/>
    <w:rsid w:val="00874C98"/>
    <w:rsid w:val="00874D13"/>
    <w:rsid w:val="0087626B"/>
    <w:rsid w:val="008762E7"/>
    <w:rsid w:val="00877600"/>
    <w:rsid w:val="00880380"/>
    <w:rsid w:val="00880408"/>
    <w:rsid w:val="00881483"/>
    <w:rsid w:val="00881A81"/>
    <w:rsid w:val="00884FB4"/>
    <w:rsid w:val="00885570"/>
    <w:rsid w:val="0088579F"/>
    <w:rsid w:val="00886157"/>
    <w:rsid w:val="008865FD"/>
    <w:rsid w:val="008875F7"/>
    <w:rsid w:val="00887F43"/>
    <w:rsid w:val="008903D5"/>
    <w:rsid w:val="0089072A"/>
    <w:rsid w:val="008909D3"/>
    <w:rsid w:val="00890F14"/>
    <w:rsid w:val="00891AFE"/>
    <w:rsid w:val="00891CC3"/>
    <w:rsid w:val="0089208D"/>
    <w:rsid w:val="0089231A"/>
    <w:rsid w:val="008934B3"/>
    <w:rsid w:val="00893616"/>
    <w:rsid w:val="00893740"/>
    <w:rsid w:val="0089481C"/>
    <w:rsid w:val="008949AD"/>
    <w:rsid w:val="00894AEA"/>
    <w:rsid w:val="00896545"/>
    <w:rsid w:val="00897D05"/>
    <w:rsid w:val="008A09CB"/>
    <w:rsid w:val="008A32B7"/>
    <w:rsid w:val="008A3C01"/>
    <w:rsid w:val="008A728A"/>
    <w:rsid w:val="008A759A"/>
    <w:rsid w:val="008B1303"/>
    <w:rsid w:val="008B1EC8"/>
    <w:rsid w:val="008B1ECD"/>
    <w:rsid w:val="008B2C09"/>
    <w:rsid w:val="008B3ED9"/>
    <w:rsid w:val="008B4C24"/>
    <w:rsid w:val="008B5A74"/>
    <w:rsid w:val="008B7DC6"/>
    <w:rsid w:val="008C05B3"/>
    <w:rsid w:val="008C0DDC"/>
    <w:rsid w:val="008C1409"/>
    <w:rsid w:val="008C185F"/>
    <w:rsid w:val="008C3186"/>
    <w:rsid w:val="008C7856"/>
    <w:rsid w:val="008D109F"/>
    <w:rsid w:val="008D1CD1"/>
    <w:rsid w:val="008D2107"/>
    <w:rsid w:val="008D25A1"/>
    <w:rsid w:val="008D2AF3"/>
    <w:rsid w:val="008D2D42"/>
    <w:rsid w:val="008D3897"/>
    <w:rsid w:val="008D471E"/>
    <w:rsid w:val="008D492D"/>
    <w:rsid w:val="008D5A28"/>
    <w:rsid w:val="008D6782"/>
    <w:rsid w:val="008D7A6F"/>
    <w:rsid w:val="008E04B8"/>
    <w:rsid w:val="008E1725"/>
    <w:rsid w:val="008E2462"/>
    <w:rsid w:val="008E2715"/>
    <w:rsid w:val="008E3041"/>
    <w:rsid w:val="008E3C30"/>
    <w:rsid w:val="008E4293"/>
    <w:rsid w:val="008E5BEE"/>
    <w:rsid w:val="008F02E6"/>
    <w:rsid w:val="008F1021"/>
    <w:rsid w:val="008F14EF"/>
    <w:rsid w:val="008F1722"/>
    <w:rsid w:val="008F2D2F"/>
    <w:rsid w:val="008F325F"/>
    <w:rsid w:val="008F3779"/>
    <w:rsid w:val="008F3D14"/>
    <w:rsid w:val="008F4D67"/>
    <w:rsid w:val="008F7263"/>
    <w:rsid w:val="009008EE"/>
    <w:rsid w:val="0090129B"/>
    <w:rsid w:val="00901B6D"/>
    <w:rsid w:val="00901E13"/>
    <w:rsid w:val="009020AD"/>
    <w:rsid w:val="0090233C"/>
    <w:rsid w:val="0090345C"/>
    <w:rsid w:val="00903968"/>
    <w:rsid w:val="00903E1F"/>
    <w:rsid w:val="00903F47"/>
    <w:rsid w:val="009070DD"/>
    <w:rsid w:val="00907B94"/>
    <w:rsid w:val="009114DD"/>
    <w:rsid w:val="00911941"/>
    <w:rsid w:val="00911FC9"/>
    <w:rsid w:val="009163ED"/>
    <w:rsid w:val="009168CD"/>
    <w:rsid w:val="00916C8E"/>
    <w:rsid w:val="009176A6"/>
    <w:rsid w:val="009203E1"/>
    <w:rsid w:val="00920641"/>
    <w:rsid w:val="00922299"/>
    <w:rsid w:val="009223BE"/>
    <w:rsid w:val="009229B3"/>
    <w:rsid w:val="0092380A"/>
    <w:rsid w:val="00924B96"/>
    <w:rsid w:val="00924E2A"/>
    <w:rsid w:val="00924E2D"/>
    <w:rsid w:val="00925003"/>
    <w:rsid w:val="00925B52"/>
    <w:rsid w:val="00926A56"/>
    <w:rsid w:val="009277F0"/>
    <w:rsid w:val="00930FF4"/>
    <w:rsid w:val="0093107B"/>
    <w:rsid w:val="0093107E"/>
    <w:rsid w:val="0093130F"/>
    <w:rsid w:val="009316F3"/>
    <w:rsid w:val="009318DC"/>
    <w:rsid w:val="00931C73"/>
    <w:rsid w:val="00931D72"/>
    <w:rsid w:val="00932695"/>
    <w:rsid w:val="00932ACC"/>
    <w:rsid w:val="00932CA8"/>
    <w:rsid w:val="00932DBC"/>
    <w:rsid w:val="00934007"/>
    <w:rsid w:val="00934464"/>
    <w:rsid w:val="009344C0"/>
    <w:rsid w:val="00935F85"/>
    <w:rsid w:val="00936708"/>
    <w:rsid w:val="00936DC8"/>
    <w:rsid w:val="00936DFC"/>
    <w:rsid w:val="0094058F"/>
    <w:rsid w:val="00942EB5"/>
    <w:rsid w:val="00943AE5"/>
    <w:rsid w:val="009454F0"/>
    <w:rsid w:val="0094553C"/>
    <w:rsid w:val="00945AB3"/>
    <w:rsid w:val="00946298"/>
    <w:rsid w:val="00946F58"/>
    <w:rsid w:val="0094710E"/>
    <w:rsid w:val="009508B4"/>
    <w:rsid w:val="00950B44"/>
    <w:rsid w:val="00953522"/>
    <w:rsid w:val="00953588"/>
    <w:rsid w:val="00953879"/>
    <w:rsid w:val="00953ACE"/>
    <w:rsid w:val="00953C95"/>
    <w:rsid w:val="00953D99"/>
    <w:rsid w:val="00955680"/>
    <w:rsid w:val="0095571E"/>
    <w:rsid w:val="00956634"/>
    <w:rsid w:val="00956A77"/>
    <w:rsid w:val="00956DFA"/>
    <w:rsid w:val="009572DE"/>
    <w:rsid w:val="0096010B"/>
    <w:rsid w:val="00960479"/>
    <w:rsid w:val="0096075F"/>
    <w:rsid w:val="0096139A"/>
    <w:rsid w:val="0096294E"/>
    <w:rsid w:val="00963AAB"/>
    <w:rsid w:val="00964273"/>
    <w:rsid w:val="009642DC"/>
    <w:rsid w:val="00964680"/>
    <w:rsid w:val="0096489F"/>
    <w:rsid w:val="00965797"/>
    <w:rsid w:val="00965863"/>
    <w:rsid w:val="0096630A"/>
    <w:rsid w:val="009668CD"/>
    <w:rsid w:val="00967A16"/>
    <w:rsid w:val="00970053"/>
    <w:rsid w:val="009705F8"/>
    <w:rsid w:val="00972DC2"/>
    <w:rsid w:val="00972E25"/>
    <w:rsid w:val="00973B64"/>
    <w:rsid w:val="00973D7C"/>
    <w:rsid w:val="00974427"/>
    <w:rsid w:val="0097604B"/>
    <w:rsid w:val="009764C0"/>
    <w:rsid w:val="009801A0"/>
    <w:rsid w:val="00981BB5"/>
    <w:rsid w:val="009844E8"/>
    <w:rsid w:val="0098535B"/>
    <w:rsid w:val="00991962"/>
    <w:rsid w:val="0099343F"/>
    <w:rsid w:val="009936B4"/>
    <w:rsid w:val="009937E0"/>
    <w:rsid w:val="00993968"/>
    <w:rsid w:val="00994510"/>
    <w:rsid w:val="00994ABA"/>
    <w:rsid w:val="00994D28"/>
    <w:rsid w:val="00995600"/>
    <w:rsid w:val="009969EB"/>
    <w:rsid w:val="009A21EC"/>
    <w:rsid w:val="009A4C38"/>
    <w:rsid w:val="009A6288"/>
    <w:rsid w:val="009A7D48"/>
    <w:rsid w:val="009A7FCD"/>
    <w:rsid w:val="009B0386"/>
    <w:rsid w:val="009B0930"/>
    <w:rsid w:val="009B0978"/>
    <w:rsid w:val="009B0989"/>
    <w:rsid w:val="009B0EC2"/>
    <w:rsid w:val="009B1AB3"/>
    <w:rsid w:val="009B360F"/>
    <w:rsid w:val="009B4D4A"/>
    <w:rsid w:val="009B5849"/>
    <w:rsid w:val="009B5BF9"/>
    <w:rsid w:val="009B5CA8"/>
    <w:rsid w:val="009B5D91"/>
    <w:rsid w:val="009B668C"/>
    <w:rsid w:val="009B74DF"/>
    <w:rsid w:val="009C15A3"/>
    <w:rsid w:val="009C1A9C"/>
    <w:rsid w:val="009C1ED2"/>
    <w:rsid w:val="009C212E"/>
    <w:rsid w:val="009C22AE"/>
    <w:rsid w:val="009C2449"/>
    <w:rsid w:val="009C268E"/>
    <w:rsid w:val="009C49C1"/>
    <w:rsid w:val="009C5465"/>
    <w:rsid w:val="009C5CA5"/>
    <w:rsid w:val="009C68B0"/>
    <w:rsid w:val="009C6D75"/>
    <w:rsid w:val="009C72C4"/>
    <w:rsid w:val="009C7911"/>
    <w:rsid w:val="009D0A2C"/>
    <w:rsid w:val="009D1C94"/>
    <w:rsid w:val="009D25DF"/>
    <w:rsid w:val="009D2FA7"/>
    <w:rsid w:val="009D3297"/>
    <w:rsid w:val="009D5854"/>
    <w:rsid w:val="009D59FE"/>
    <w:rsid w:val="009D5D1F"/>
    <w:rsid w:val="009D5FA1"/>
    <w:rsid w:val="009D64ED"/>
    <w:rsid w:val="009E08C4"/>
    <w:rsid w:val="009E0B92"/>
    <w:rsid w:val="009E1E81"/>
    <w:rsid w:val="009E2497"/>
    <w:rsid w:val="009E262D"/>
    <w:rsid w:val="009E26AE"/>
    <w:rsid w:val="009E3638"/>
    <w:rsid w:val="009E48A4"/>
    <w:rsid w:val="009E4CCE"/>
    <w:rsid w:val="009E518B"/>
    <w:rsid w:val="009E586E"/>
    <w:rsid w:val="009E5B84"/>
    <w:rsid w:val="009E5D0E"/>
    <w:rsid w:val="009E684B"/>
    <w:rsid w:val="009E6894"/>
    <w:rsid w:val="009E68CA"/>
    <w:rsid w:val="009E725E"/>
    <w:rsid w:val="009E79F8"/>
    <w:rsid w:val="009F03E9"/>
    <w:rsid w:val="009F07F2"/>
    <w:rsid w:val="009F0C5E"/>
    <w:rsid w:val="009F0F8D"/>
    <w:rsid w:val="009F1009"/>
    <w:rsid w:val="009F2401"/>
    <w:rsid w:val="009F27B4"/>
    <w:rsid w:val="009F36B1"/>
    <w:rsid w:val="009F3C9F"/>
    <w:rsid w:val="009F4FA9"/>
    <w:rsid w:val="009F546A"/>
    <w:rsid w:val="009F5FD6"/>
    <w:rsid w:val="009F5FD7"/>
    <w:rsid w:val="009F678D"/>
    <w:rsid w:val="009F69E9"/>
    <w:rsid w:val="00A0027E"/>
    <w:rsid w:val="00A002B8"/>
    <w:rsid w:val="00A00C34"/>
    <w:rsid w:val="00A015D7"/>
    <w:rsid w:val="00A01CBA"/>
    <w:rsid w:val="00A01D3E"/>
    <w:rsid w:val="00A02A24"/>
    <w:rsid w:val="00A02FCC"/>
    <w:rsid w:val="00A03A3E"/>
    <w:rsid w:val="00A04C93"/>
    <w:rsid w:val="00A05100"/>
    <w:rsid w:val="00A0690A"/>
    <w:rsid w:val="00A07E5E"/>
    <w:rsid w:val="00A10539"/>
    <w:rsid w:val="00A1060A"/>
    <w:rsid w:val="00A1107C"/>
    <w:rsid w:val="00A11642"/>
    <w:rsid w:val="00A1218C"/>
    <w:rsid w:val="00A12A41"/>
    <w:rsid w:val="00A13003"/>
    <w:rsid w:val="00A14264"/>
    <w:rsid w:val="00A14A0F"/>
    <w:rsid w:val="00A14E6D"/>
    <w:rsid w:val="00A14F45"/>
    <w:rsid w:val="00A15225"/>
    <w:rsid w:val="00A161B1"/>
    <w:rsid w:val="00A16214"/>
    <w:rsid w:val="00A17449"/>
    <w:rsid w:val="00A2163D"/>
    <w:rsid w:val="00A23FE7"/>
    <w:rsid w:val="00A24799"/>
    <w:rsid w:val="00A261A3"/>
    <w:rsid w:val="00A26346"/>
    <w:rsid w:val="00A3121B"/>
    <w:rsid w:val="00A33B24"/>
    <w:rsid w:val="00A34320"/>
    <w:rsid w:val="00A34858"/>
    <w:rsid w:val="00A3788F"/>
    <w:rsid w:val="00A406B2"/>
    <w:rsid w:val="00A4087F"/>
    <w:rsid w:val="00A41BE2"/>
    <w:rsid w:val="00A42E4F"/>
    <w:rsid w:val="00A43400"/>
    <w:rsid w:val="00A43C38"/>
    <w:rsid w:val="00A44AD9"/>
    <w:rsid w:val="00A450A8"/>
    <w:rsid w:val="00A464A3"/>
    <w:rsid w:val="00A4743F"/>
    <w:rsid w:val="00A47F08"/>
    <w:rsid w:val="00A50150"/>
    <w:rsid w:val="00A50F3F"/>
    <w:rsid w:val="00A5161B"/>
    <w:rsid w:val="00A51B8A"/>
    <w:rsid w:val="00A51C0F"/>
    <w:rsid w:val="00A52411"/>
    <w:rsid w:val="00A5418F"/>
    <w:rsid w:val="00A542E1"/>
    <w:rsid w:val="00A56309"/>
    <w:rsid w:val="00A56938"/>
    <w:rsid w:val="00A5747F"/>
    <w:rsid w:val="00A61568"/>
    <w:rsid w:val="00A633FB"/>
    <w:rsid w:val="00A64A88"/>
    <w:rsid w:val="00A6667F"/>
    <w:rsid w:val="00A67481"/>
    <w:rsid w:val="00A67DDD"/>
    <w:rsid w:val="00A71884"/>
    <w:rsid w:val="00A72FD2"/>
    <w:rsid w:val="00A75F46"/>
    <w:rsid w:val="00A7670B"/>
    <w:rsid w:val="00A76AF9"/>
    <w:rsid w:val="00A76E79"/>
    <w:rsid w:val="00A774BE"/>
    <w:rsid w:val="00A77EFB"/>
    <w:rsid w:val="00A80656"/>
    <w:rsid w:val="00A80807"/>
    <w:rsid w:val="00A811AD"/>
    <w:rsid w:val="00A81EC7"/>
    <w:rsid w:val="00A827B7"/>
    <w:rsid w:val="00A827F8"/>
    <w:rsid w:val="00A836A8"/>
    <w:rsid w:val="00A83DF3"/>
    <w:rsid w:val="00A845A2"/>
    <w:rsid w:val="00A84A12"/>
    <w:rsid w:val="00A84AD0"/>
    <w:rsid w:val="00A85A61"/>
    <w:rsid w:val="00A8614A"/>
    <w:rsid w:val="00A86704"/>
    <w:rsid w:val="00A8695D"/>
    <w:rsid w:val="00A86E06"/>
    <w:rsid w:val="00A870C9"/>
    <w:rsid w:val="00A8740C"/>
    <w:rsid w:val="00A87556"/>
    <w:rsid w:val="00A921D6"/>
    <w:rsid w:val="00A93DC3"/>
    <w:rsid w:val="00A9410D"/>
    <w:rsid w:val="00A94AB5"/>
    <w:rsid w:val="00A96F95"/>
    <w:rsid w:val="00A974A8"/>
    <w:rsid w:val="00AA0F13"/>
    <w:rsid w:val="00AA180B"/>
    <w:rsid w:val="00AA1958"/>
    <w:rsid w:val="00AA23CE"/>
    <w:rsid w:val="00AA2788"/>
    <w:rsid w:val="00AA2FE0"/>
    <w:rsid w:val="00AA321F"/>
    <w:rsid w:val="00AA3291"/>
    <w:rsid w:val="00AA3D0E"/>
    <w:rsid w:val="00AA5381"/>
    <w:rsid w:val="00AA5AF9"/>
    <w:rsid w:val="00AA6597"/>
    <w:rsid w:val="00AA6617"/>
    <w:rsid w:val="00AA7F5B"/>
    <w:rsid w:val="00AB01AE"/>
    <w:rsid w:val="00AB04ED"/>
    <w:rsid w:val="00AB183A"/>
    <w:rsid w:val="00AB1A20"/>
    <w:rsid w:val="00AB2481"/>
    <w:rsid w:val="00AB2A41"/>
    <w:rsid w:val="00AB413C"/>
    <w:rsid w:val="00AB421C"/>
    <w:rsid w:val="00AB5081"/>
    <w:rsid w:val="00AB53D9"/>
    <w:rsid w:val="00AB644F"/>
    <w:rsid w:val="00AB66F0"/>
    <w:rsid w:val="00AB68C3"/>
    <w:rsid w:val="00AB6ABA"/>
    <w:rsid w:val="00AB7B89"/>
    <w:rsid w:val="00AB7D9F"/>
    <w:rsid w:val="00AC253B"/>
    <w:rsid w:val="00AC25CE"/>
    <w:rsid w:val="00AC3AA1"/>
    <w:rsid w:val="00AC466E"/>
    <w:rsid w:val="00AC4828"/>
    <w:rsid w:val="00AC551F"/>
    <w:rsid w:val="00AC568B"/>
    <w:rsid w:val="00AC78A6"/>
    <w:rsid w:val="00AC7CCD"/>
    <w:rsid w:val="00AD12F1"/>
    <w:rsid w:val="00AD240F"/>
    <w:rsid w:val="00AD273A"/>
    <w:rsid w:val="00AD36B0"/>
    <w:rsid w:val="00AD458F"/>
    <w:rsid w:val="00AD460D"/>
    <w:rsid w:val="00AD4633"/>
    <w:rsid w:val="00AD4BAD"/>
    <w:rsid w:val="00AD4D3D"/>
    <w:rsid w:val="00AD4E06"/>
    <w:rsid w:val="00AD51C8"/>
    <w:rsid w:val="00AD56BE"/>
    <w:rsid w:val="00AD5DA8"/>
    <w:rsid w:val="00AD60E1"/>
    <w:rsid w:val="00AD630C"/>
    <w:rsid w:val="00AD6788"/>
    <w:rsid w:val="00AE07FD"/>
    <w:rsid w:val="00AE46DB"/>
    <w:rsid w:val="00AE5467"/>
    <w:rsid w:val="00AE724C"/>
    <w:rsid w:val="00AE794D"/>
    <w:rsid w:val="00AE7E4D"/>
    <w:rsid w:val="00AF12C6"/>
    <w:rsid w:val="00AF2D39"/>
    <w:rsid w:val="00AF35D7"/>
    <w:rsid w:val="00AF361A"/>
    <w:rsid w:val="00AF37F4"/>
    <w:rsid w:val="00AF37F9"/>
    <w:rsid w:val="00AF3AFF"/>
    <w:rsid w:val="00AF3EB4"/>
    <w:rsid w:val="00AF62CE"/>
    <w:rsid w:val="00AF731A"/>
    <w:rsid w:val="00AF7684"/>
    <w:rsid w:val="00B00CBF"/>
    <w:rsid w:val="00B01717"/>
    <w:rsid w:val="00B0176D"/>
    <w:rsid w:val="00B026B3"/>
    <w:rsid w:val="00B03C25"/>
    <w:rsid w:val="00B04654"/>
    <w:rsid w:val="00B04969"/>
    <w:rsid w:val="00B05BED"/>
    <w:rsid w:val="00B06019"/>
    <w:rsid w:val="00B06DBD"/>
    <w:rsid w:val="00B075B3"/>
    <w:rsid w:val="00B10728"/>
    <w:rsid w:val="00B108DD"/>
    <w:rsid w:val="00B10B18"/>
    <w:rsid w:val="00B17046"/>
    <w:rsid w:val="00B202BE"/>
    <w:rsid w:val="00B20A5F"/>
    <w:rsid w:val="00B2143F"/>
    <w:rsid w:val="00B23524"/>
    <w:rsid w:val="00B2370B"/>
    <w:rsid w:val="00B24336"/>
    <w:rsid w:val="00B24413"/>
    <w:rsid w:val="00B24A6F"/>
    <w:rsid w:val="00B24F5B"/>
    <w:rsid w:val="00B2532D"/>
    <w:rsid w:val="00B25866"/>
    <w:rsid w:val="00B265CF"/>
    <w:rsid w:val="00B278EF"/>
    <w:rsid w:val="00B27BD6"/>
    <w:rsid w:val="00B301CC"/>
    <w:rsid w:val="00B322D0"/>
    <w:rsid w:val="00B33617"/>
    <w:rsid w:val="00B33637"/>
    <w:rsid w:val="00B345BC"/>
    <w:rsid w:val="00B3511F"/>
    <w:rsid w:val="00B3592F"/>
    <w:rsid w:val="00B374BE"/>
    <w:rsid w:val="00B41294"/>
    <w:rsid w:val="00B41BF2"/>
    <w:rsid w:val="00B44856"/>
    <w:rsid w:val="00B454FE"/>
    <w:rsid w:val="00B46320"/>
    <w:rsid w:val="00B50F1A"/>
    <w:rsid w:val="00B51866"/>
    <w:rsid w:val="00B5241E"/>
    <w:rsid w:val="00B52709"/>
    <w:rsid w:val="00B52785"/>
    <w:rsid w:val="00B54809"/>
    <w:rsid w:val="00B54E91"/>
    <w:rsid w:val="00B553C8"/>
    <w:rsid w:val="00B606A6"/>
    <w:rsid w:val="00B61457"/>
    <w:rsid w:val="00B65CB6"/>
    <w:rsid w:val="00B65E5F"/>
    <w:rsid w:val="00B67184"/>
    <w:rsid w:val="00B67A65"/>
    <w:rsid w:val="00B67E5C"/>
    <w:rsid w:val="00B67ED1"/>
    <w:rsid w:val="00B72A3D"/>
    <w:rsid w:val="00B7349A"/>
    <w:rsid w:val="00B73F63"/>
    <w:rsid w:val="00B75D31"/>
    <w:rsid w:val="00B75D37"/>
    <w:rsid w:val="00B75FB0"/>
    <w:rsid w:val="00B7640F"/>
    <w:rsid w:val="00B76678"/>
    <w:rsid w:val="00B77217"/>
    <w:rsid w:val="00B8023F"/>
    <w:rsid w:val="00B803D6"/>
    <w:rsid w:val="00B808D4"/>
    <w:rsid w:val="00B80CF7"/>
    <w:rsid w:val="00B82657"/>
    <w:rsid w:val="00B82984"/>
    <w:rsid w:val="00B82F59"/>
    <w:rsid w:val="00B84105"/>
    <w:rsid w:val="00B84E54"/>
    <w:rsid w:val="00B851F6"/>
    <w:rsid w:val="00B90C81"/>
    <w:rsid w:val="00B91136"/>
    <w:rsid w:val="00B918DF"/>
    <w:rsid w:val="00B92899"/>
    <w:rsid w:val="00B944F8"/>
    <w:rsid w:val="00B9482D"/>
    <w:rsid w:val="00B966ED"/>
    <w:rsid w:val="00B96DBA"/>
    <w:rsid w:val="00B97472"/>
    <w:rsid w:val="00B97D61"/>
    <w:rsid w:val="00B97FDF"/>
    <w:rsid w:val="00BA053F"/>
    <w:rsid w:val="00BA28B3"/>
    <w:rsid w:val="00BA2AEF"/>
    <w:rsid w:val="00BA2FCB"/>
    <w:rsid w:val="00BA3D4C"/>
    <w:rsid w:val="00BA3E32"/>
    <w:rsid w:val="00BA45DA"/>
    <w:rsid w:val="00BA4DAD"/>
    <w:rsid w:val="00BB02E1"/>
    <w:rsid w:val="00BB1237"/>
    <w:rsid w:val="00BB1D00"/>
    <w:rsid w:val="00BB271B"/>
    <w:rsid w:val="00BB2CC5"/>
    <w:rsid w:val="00BB4FCD"/>
    <w:rsid w:val="00BB55F3"/>
    <w:rsid w:val="00BB594A"/>
    <w:rsid w:val="00BB6997"/>
    <w:rsid w:val="00BB6E48"/>
    <w:rsid w:val="00BB77F0"/>
    <w:rsid w:val="00BB78A0"/>
    <w:rsid w:val="00BC0671"/>
    <w:rsid w:val="00BC2928"/>
    <w:rsid w:val="00BC2D6D"/>
    <w:rsid w:val="00BC34ED"/>
    <w:rsid w:val="00BC4681"/>
    <w:rsid w:val="00BC5498"/>
    <w:rsid w:val="00BC57DB"/>
    <w:rsid w:val="00BC66E0"/>
    <w:rsid w:val="00BC7199"/>
    <w:rsid w:val="00BD04D9"/>
    <w:rsid w:val="00BD1649"/>
    <w:rsid w:val="00BD264E"/>
    <w:rsid w:val="00BD343B"/>
    <w:rsid w:val="00BD3F95"/>
    <w:rsid w:val="00BD40A3"/>
    <w:rsid w:val="00BD477E"/>
    <w:rsid w:val="00BD47EC"/>
    <w:rsid w:val="00BD5760"/>
    <w:rsid w:val="00BD5ACF"/>
    <w:rsid w:val="00BD5D87"/>
    <w:rsid w:val="00BD6DF1"/>
    <w:rsid w:val="00BE0597"/>
    <w:rsid w:val="00BE08A1"/>
    <w:rsid w:val="00BE0B65"/>
    <w:rsid w:val="00BE1679"/>
    <w:rsid w:val="00BE58A3"/>
    <w:rsid w:val="00BE61F9"/>
    <w:rsid w:val="00BE6A62"/>
    <w:rsid w:val="00BF0BF3"/>
    <w:rsid w:val="00BF1622"/>
    <w:rsid w:val="00BF1C0E"/>
    <w:rsid w:val="00BF2126"/>
    <w:rsid w:val="00BF2A75"/>
    <w:rsid w:val="00BF3223"/>
    <w:rsid w:val="00BF3DAE"/>
    <w:rsid w:val="00BF3EA5"/>
    <w:rsid w:val="00BF4C0F"/>
    <w:rsid w:val="00BF6CCA"/>
    <w:rsid w:val="00BF7AEE"/>
    <w:rsid w:val="00C00E5E"/>
    <w:rsid w:val="00C01725"/>
    <w:rsid w:val="00C0232B"/>
    <w:rsid w:val="00C02C08"/>
    <w:rsid w:val="00C034ED"/>
    <w:rsid w:val="00C04192"/>
    <w:rsid w:val="00C06307"/>
    <w:rsid w:val="00C10900"/>
    <w:rsid w:val="00C1353B"/>
    <w:rsid w:val="00C13D56"/>
    <w:rsid w:val="00C145CF"/>
    <w:rsid w:val="00C14A65"/>
    <w:rsid w:val="00C150A4"/>
    <w:rsid w:val="00C157F6"/>
    <w:rsid w:val="00C15C3C"/>
    <w:rsid w:val="00C15FD3"/>
    <w:rsid w:val="00C162B6"/>
    <w:rsid w:val="00C16CF2"/>
    <w:rsid w:val="00C177F1"/>
    <w:rsid w:val="00C2087E"/>
    <w:rsid w:val="00C21514"/>
    <w:rsid w:val="00C21617"/>
    <w:rsid w:val="00C21BBE"/>
    <w:rsid w:val="00C220CC"/>
    <w:rsid w:val="00C23B2B"/>
    <w:rsid w:val="00C24C5F"/>
    <w:rsid w:val="00C2542E"/>
    <w:rsid w:val="00C27988"/>
    <w:rsid w:val="00C3152D"/>
    <w:rsid w:val="00C31C21"/>
    <w:rsid w:val="00C32637"/>
    <w:rsid w:val="00C34A8E"/>
    <w:rsid w:val="00C35945"/>
    <w:rsid w:val="00C35981"/>
    <w:rsid w:val="00C3625A"/>
    <w:rsid w:val="00C373C1"/>
    <w:rsid w:val="00C377B7"/>
    <w:rsid w:val="00C37ABF"/>
    <w:rsid w:val="00C436EE"/>
    <w:rsid w:val="00C4431B"/>
    <w:rsid w:val="00C4460A"/>
    <w:rsid w:val="00C44ECB"/>
    <w:rsid w:val="00C4631C"/>
    <w:rsid w:val="00C46511"/>
    <w:rsid w:val="00C46F0B"/>
    <w:rsid w:val="00C47D28"/>
    <w:rsid w:val="00C47D8D"/>
    <w:rsid w:val="00C50166"/>
    <w:rsid w:val="00C501C1"/>
    <w:rsid w:val="00C50A09"/>
    <w:rsid w:val="00C516E8"/>
    <w:rsid w:val="00C51822"/>
    <w:rsid w:val="00C52B25"/>
    <w:rsid w:val="00C52D6E"/>
    <w:rsid w:val="00C54059"/>
    <w:rsid w:val="00C54878"/>
    <w:rsid w:val="00C551B6"/>
    <w:rsid w:val="00C5550C"/>
    <w:rsid w:val="00C57347"/>
    <w:rsid w:val="00C60EC3"/>
    <w:rsid w:val="00C625F7"/>
    <w:rsid w:val="00C632D2"/>
    <w:rsid w:val="00C65727"/>
    <w:rsid w:val="00C65D7F"/>
    <w:rsid w:val="00C70B41"/>
    <w:rsid w:val="00C70D54"/>
    <w:rsid w:val="00C70DAE"/>
    <w:rsid w:val="00C72D53"/>
    <w:rsid w:val="00C7308F"/>
    <w:rsid w:val="00C73142"/>
    <w:rsid w:val="00C73262"/>
    <w:rsid w:val="00C73E1C"/>
    <w:rsid w:val="00C752AD"/>
    <w:rsid w:val="00C7612A"/>
    <w:rsid w:val="00C761D2"/>
    <w:rsid w:val="00C76E65"/>
    <w:rsid w:val="00C77D66"/>
    <w:rsid w:val="00C810E1"/>
    <w:rsid w:val="00C8171F"/>
    <w:rsid w:val="00C81BCF"/>
    <w:rsid w:val="00C82408"/>
    <w:rsid w:val="00C82667"/>
    <w:rsid w:val="00C853B7"/>
    <w:rsid w:val="00C85ABF"/>
    <w:rsid w:val="00C8697B"/>
    <w:rsid w:val="00C86FD4"/>
    <w:rsid w:val="00C90178"/>
    <w:rsid w:val="00C924DF"/>
    <w:rsid w:val="00C942FC"/>
    <w:rsid w:val="00C94C60"/>
    <w:rsid w:val="00C94E20"/>
    <w:rsid w:val="00C96124"/>
    <w:rsid w:val="00C961F2"/>
    <w:rsid w:val="00C97EC1"/>
    <w:rsid w:val="00CA0ED4"/>
    <w:rsid w:val="00CA0F2D"/>
    <w:rsid w:val="00CA10B7"/>
    <w:rsid w:val="00CA30C4"/>
    <w:rsid w:val="00CA336E"/>
    <w:rsid w:val="00CA37DF"/>
    <w:rsid w:val="00CA4796"/>
    <w:rsid w:val="00CA4940"/>
    <w:rsid w:val="00CA4C93"/>
    <w:rsid w:val="00CA4D51"/>
    <w:rsid w:val="00CB0291"/>
    <w:rsid w:val="00CB066C"/>
    <w:rsid w:val="00CB0FBF"/>
    <w:rsid w:val="00CB0FE3"/>
    <w:rsid w:val="00CB1C1E"/>
    <w:rsid w:val="00CB23E8"/>
    <w:rsid w:val="00CB2B8E"/>
    <w:rsid w:val="00CB35C3"/>
    <w:rsid w:val="00CB5601"/>
    <w:rsid w:val="00CB5665"/>
    <w:rsid w:val="00CB5D37"/>
    <w:rsid w:val="00CC1774"/>
    <w:rsid w:val="00CC1920"/>
    <w:rsid w:val="00CC1B07"/>
    <w:rsid w:val="00CC2209"/>
    <w:rsid w:val="00CC2D77"/>
    <w:rsid w:val="00CC2D7B"/>
    <w:rsid w:val="00CC328D"/>
    <w:rsid w:val="00CC34F2"/>
    <w:rsid w:val="00CC374C"/>
    <w:rsid w:val="00CC4254"/>
    <w:rsid w:val="00CC4551"/>
    <w:rsid w:val="00CC5DBB"/>
    <w:rsid w:val="00CC65A0"/>
    <w:rsid w:val="00CC7190"/>
    <w:rsid w:val="00CC7B94"/>
    <w:rsid w:val="00CC7F70"/>
    <w:rsid w:val="00CD0217"/>
    <w:rsid w:val="00CD08C9"/>
    <w:rsid w:val="00CD0CB1"/>
    <w:rsid w:val="00CD46C2"/>
    <w:rsid w:val="00CD52CB"/>
    <w:rsid w:val="00CD5731"/>
    <w:rsid w:val="00CD5A1C"/>
    <w:rsid w:val="00CD5DB7"/>
    <w:rsid w:val="00CD77C7"/>
    <w:rsid w:val="00CE0E7E"/>
    <w:rsid w:val="00CE1783"/>
    <w:rsid w:val="00CE1799"/>
    <w:rsid w:val="00CE18FD"/>
    <w:rsid w:val="00CE1F85"/>
    <w:rsid w:val="00CE34F1"/>
    <w:rsid w:val="00CE3983"/>
    <w:rsid w:val="00CE63D9"/>
    <w:rsid w:val="00CE741C"/>
    <w:rsid w:val="00CE7F85"/>
    <w:rsid w:val="00CF0C3D"/>
    <w:rsid w:val="00CF1A73"/>
    <w:rsid w:val="00CF1B75"/>
    <w:rsid w:val="00CF220F"/>
    <w:rsid w:val="00CF4F79"/>
    <w:rsid w:val="00CF5345"/>
    <w:rsid w:val="00CF594D"/>
    <w:rsid w:val="00CF59C3"/>
    <w:rsid w:val="00CF6387"/>
    <w:rsid w:val="00CF7317"/>
    <w:rsid w:val="00CF7474"/>
    <w:rsid w:val="00CF78BE"/>
    <w:rsid w:val="00D0032B"/>
    <w:rsid w:val="00D00A38"/>
    <w:rsid w:val="00D00F23"/>
    <w:rsid w:val="00D02D34"/>
    <w:rsid w:val="00D03725"/>
    <w:rsid w:val="00D0435F"/>
    <w:rsid w:val="00D0477E"/>
    <w:rsid w:val="00D04C04"/>
    <w:rsid w:val="00D04D64"/>
    <w:rsid w:val="00D051C3"/>
    <w:rsid w:val="00D0567D"/>
    <w:rsid w:val="00D05F8B"/>
    <w:rsid w:val="00D0622A"/>
    <w:rsid w:val="00D065AA"/>
    <w:rsid w:val="00D06B29"/>
    <w:rsid w:val="00D07103"/>
    <w:rsid w:val="00D073F7"/>
    <w:rsid w:val="00D07997"/>
    <w:rsid w:val="00D100F3"/>
    <w:rsid w:val="00D10728"/>
    <w:rsid w:val="00D123F6"/>
    <w:rsid w:val="00D127CB"/>
    <w:rsid w:val="00D138C3"/>
    <w:rsid w:val="00D157C1"/>
    <w:rsid w:val="00D15C28"/>
    <w:rsid w:val="00D15D2A"/>
    <w:rsid w:val="00D16665"/>
    <w:rsid w:val="00D16E16"/>
    <w:rsid w:val="00D172D5"/>
    <w:rsid w:val="00D17DC8"/>
    <w:rsid w:val="00D22551"/>
    <w:rsid w:val="00D23031"/>
    <w:rsid w:val="00D2314E"/>
    <w:rsid w:val="00D254B8"/>
    <w:rsid w:val="00D25929"/>
    <w:rsid w:val="00D2610D"/>
    <w:rsid w:val="00D3041E"/>
    <w:rsid w:val="00D31ED8"/>
    <w:rsid w:val="00D33D3D"/>
    <w:rsid w:val="00D34457"/>
    <w:rsid w:val="00D34A9F"/>
    <w:rsid w:val="00D34BE6"/>
    <w:rsid w:val="00D34CFC"/>
    <w:rsid w:val="00D34F80"/>
    <w:rsid w:val="00D35D8E"/>
    <w:rsid w:val="00D37032"/>
    <w:rsid w:val="00D37CE7"/>
    <w:rsid w:val="00D40EB4"/>
    <w:rsid w:val="00D42AFC"/>
    <w:rsid w:val="00D42BC7"/>
    <w:rsid w:val="00D4320D"/>
    <w:rsid w:val="00D47C92"/>
    <w:rsid w:val="00D503AE"/>
    <w:rsid w:val="00D507E0"/>
    <w:rsid w:val="00D508B1"/>
    <w:rsid w:val="00D51B34"/>
    <w:rsid w:val="00D535D7"/>
    <w:rsid w:val="00D5386A"/>
    <w:rsid w:val="00D538AD"/>
    <w:rsid w:val="00D53A85"/>
    <w:rsid w:val="00D5401F"/>
    <w:rsid w:val="00D548ED"/>
    <w:rsid w:val="00D549B5"/>
    <w:rsid w:val="00D54CE0"/>
    <w:rsid w:val="00D571CF"/>
    <w:rsid w:val="00D5773E"/>
    <w:rsid w:val="00D57C0B"/>
    <w:rsid w:val="00D57C92"/>
    <w:rsid w:val="00D6008D"/>
    <w:rsid w:val="00D6070F"/>
    <w:rsid w:val="00D6191F"/>
    <w:rsid w:val="00D62197"/>
    <w:rsid w:val="00D622F0"/>
    <w:rsid w:val="00D62994"/>
    <w:rsid w:val="00D63BB3"/>
    <w:rsid w:val="00D64DAE"/>
    <w:rsid w:val="00D66688"/>
    <w:rsid w:val="00D66C01"/>
    <w:rsid w:val="00D66E08"/>
    <w:rsid w:val="00D6771F"/>
    <w:rsid w:val="00D679D9"/>
    <w:rsid w:val="00D703D9"/>
    <w:rsid w:val="00D70718"/>
    <w:rsid w:val="00D724FF"/>
    <w:rsid w:val="00D7354C"/>
    <w:rsid w:val="00D7541B"/>
    <w:rsid w:val="00D7577D"/>
    <w:rsid w:val="00D75B90"/>
    <w:rsid w:val="00D75FEA"/>
    <w:rsid w:val="00D77A97"/>
    <w:rsid w:val="00D80021"/>
    <w:rsid w:val="00D81F22"/>
    <w:rsid w:val="00D82348"/>
    <w:rsid w:val="00D82903"/>
    <w:rsid w:val="00D85C60"/>
    <w:rsid w:val="00D87B09"/>
    <w:rsid w:val="00D90085"/>
    <w:rsid w:val="00D9191E"/>
    <w:rsid w:val="00D925E2"/>
    <w:rsid w:val="00D92C12"/>
    <w:rsid w:val="00D93071"/>
    <w:rsid w:val="00D93600"/>
    <w:rsid w:val="00D93DDD"/>
    <w:rsid w:val="00D93E74"/>
    <w:rsid w:val="00D94A1E"/>
    <w:rsid w:val="00D94F06"/>
    <w:rsid w:val="00D94FD7"/>
    <w:rsid w:val="00D958AE"/>
    <w:rsid w:val="00DA0103"/>
    <w:rsid w:val="00DA0E98"/>
    <w:rsid w:val="00DA189D"/>
    <w:rsid w:val="00DA18DE"/>
    <w:rsid w:val="00DA3963"/>
    <w:rsid w:val="00DA3B7B"/>
    <w:rsid w:val="00DA47E3"/>
    <w:rsid w:val="00DA4871"/>
    <w:rsid w:val="00DA51FF"/>
    <w:rsid w:val="00DA5C97"/>
    <w:rsid w:val="00DA68C1"/>
    <w:rsid w:val="00DB068A"/>
    <w:rsid w:val="00DB0E83"/>
    <w:rsid w:val="00DB2255"/>
    <w:rsid w:val="00DB2492"/>
    <w:rsid w:val="00DB2E59"/>
    <w:rsid w:val="00DB300B"/>
    <w:rsid w:val="00DB3294"/>
    <w:rsid w:val="00DB3463"/>
    <w:rsid w:val="00DB42DF"/>
    <w:rsid w:val="00DB50DA"/>
    <w:rsid w:val="00DB54DB"/>
    <w:rsid w:val="00DB7DB8"/>
    <w:rsid w:val="00DC040A"/>
    <w:rsid w:val="00DC059A"/>
    <w:rsid w:val="00DC0F7D"/>
    <w:rsid w:val="00DC2349"/>
    <w:rsid w:val="00DC265A"/>
    <w:rsid w:val="00DC2A2C"/>
    <w:rsid w:val="00DC3364"/>
    <w:rsid w:val="00DC34A0"/>
    <w:rsid w:val="00DC40FB"/>
    <w:rsid w:val="00DC4593"/>
    <w:rsid w:val="00DC4EAA"/>
    <w:rsid w:val="00DC7482"/>
    <w:rsid w:val="00DC7DA1"/>
    <w:rsid w:val="00DD0241"/>
    <w:rsid w:val="00DD12D8"/>
    <w:rsid w:val="00DD201D"/>
    <w:rsid w:val="00DD339C"/>
    <w:rsid w:val="00DD5C93"/>
    <w:rsid w:val="00DD68D2"/>
    <w:rsid w:val="00DE0030"/>
    <w:rsid w:val="00DE005E"/>
    <w:rsid w:val="00DE0650"/>
    <w:rsid w:val="00DE1E92"/>
    <w:rsid w:val="00DE1FB8"/>
    <w:rsid w:val="00DE23E3"/>
    <w:rsid w:val="00DE2904"/>
    <w:rsid w:val="00DE4164"/>
    <w:rsid w:val="00DE720E"/>
    <w:rsid w:val="00DF0AAD"/>
    <w:rsid w:val="00DF2508"/>
    <w:rsid w:val="00DF28E4"/>
    <w:rsid w:val="00DF2F34"/>
    <w:rsid w:val="00DF3731"/>
    <w:rsid w:val="00DF44DA"/>
    <w:rsid w:val="00DF5A26"/>
    <w:rsid w:val="00DF5A65"/>
    <w:rsid w:val="00DF63E6"/>
    <w:rsid w:val="00DF65D8"/>
    <w:rsid w:val="00DF75EA"/>
    <w:rsid w:val="00E00267"/>
    <w:rsid w:val="00E03D6A"/>
    <w:rsid w:val="00E03DCE"/>
    <w:rsid w:val="00E047D4"/>
    <w:rsid w:val="00E04B2A"/>
    <w:rsid w:val="00E05830"/>
    <w:rsid w:val="00E05F14"/>
    <w:rsid w:val="00E072F2"/>
    <w:rsid w:val="00E07A1E"/>
    <w:rsid w:val="00E10C15"/>
    <w:rsid w:val="00E11209"/>
    <w:rsid w:val="00E115F2"/>
    <w:rsid w:val="00E12092"/>
    <w:rsid w:val="00E12367"/>
    <w:rsid w:val="00E13C1F"/>
    <w:rsid w:val="00E1552C"/>
    <w:rsid w:val="00E15CD4"/>
    <w:rsid w:val="00E16103"/>
    <w:rsid w:val="00E162D1"/>
    <w:rsid w:val="00E164A0"/>
    <w:rsid w:val="00E2049A"/>
    <w:rsid w:val="00E2118D"/>
    <w:rsid w:val="00E211A8"/>
    <w:rsid w:val="00E211CC"/>
    <w:rsid w:val="00E21DBD"/>
    <w:rsid w:val="00E24963"/>
    <w:rsid w:val="00E2577F"/>
    <w:rsid w:val="00E26037"/>
    <w:rsid w:val="00E26068"/>
    <w:rsid w:val="00E26774"/>
    <w:rsid w:val="00E2694F"/>
    <w:rsid w:val="00E26EDE"/>
    <w:rsid w:val="00E27B9D"/>
    <w:rsid w:val="00E3023B"/>
    <w:rsid w:val="00E310DB"/>
    <w:rsid w:val="00E327F7"/>
    <w:rsid w:val="00E3490F"/>
    <w:rsid w:val="00E35964"/>
    <w:rsid w:val="00E36067"/>
    <w:rsid w:val="00E3652D"/>
    <w:rsid w:val="00E372DA"/>
    <w:rsid w:val="00E401FC"/>
    <w:rsid w:val="00E4030F"/>
    <w:rsid w:val="00E40C46"/>
    <w:rsid w:val="00E41370"/>
    <w:rsid w:val="00E428A4"/>
    <w:rsid w:val="00E4292B"/>
    <w:rsid w:val="00E42DC3"/>
    <w:rsid w:val="00E439C9"/>
    <w:rsid w:val="00E441E2"/>
    <w:rsid w:val="00E45F8D"/>
    <w:rsid w:val="00E46DAD"/>
    <w:rsid w:val="00E46F4F"/>
    <w:rsid w:val="00E479A9"/>
    <w:rsid w:val="00E509DC"/>
    <w:rsid w:val="00E50EB1"/>
    <w:rsid w:val="00E51091"/>
    <w:rsid w:val="00E52AE2"/>
    <w:rsid w:val="00E53554"/>
    <w:rsid w:val="00E53C08"/>
    <w:rsid w:val="00E5620B"/>
    <w:rsid w:val="00E56B25"/>
    <w:rsid w:val="00E61672"/>
    <w:rsid w:val="00E61833"/>
    <w:rsid w:val="00E63A50"/>
    <w:rsid w:val="00E64175"/>
    <w:rsid w:val="00E643D9"/>
    <w:rsid w:val="00E64978"/>
    <w:rsid w:val="00E66E76"/>
    <w:rsid w:val="00E6778D"/>
    <w:rsid w:val="00E67963"/>
    <w:rsid w:val="00E703E2"/>
    <w:rsid w:val="00E70BDA"/>
    <w:rsid w:val="00E71A05"/>
    <w:rsid w:val="00E72455"/>
    <w:rsid w:val="00E74157"/>
    <w:rsid w:val="00E74595"/>
    <w:rsid w:val="00E74841"/>
    <w:rsid w:val="00E74BC2"/>
    <w:rsid w:val="00E75B34"/>
    <w:rsid w:val="00E75CF7"/>
    <w:rsid w:val="00E767C6"/>
    <w:rsid w:val="00E76EAA"/>
    <w:rsid w:val="00E77C27"/>
    <w:rsid w:val="00E8115C"/>
    <w:rsid w:val="00E81AE7"/>
    <w:rsid w:val="00E847D8"/>
    <w:rsid w:val="00E8494A"/>
    <w:rsid w:val="00E85A1B"/>
    <w:rsid w:val="00E8709C"/>
    <w:rsid w:val="00E877B9"/>
    <w:rsid w:val="00E87B8A"/>
    <w:rsid w:val="00E9016A"/>
    <w:rsid w:val="00E90B98"/>
    <w:rsid w:val="00E90DF2"/>
    <w:rsid w:val="00E91E31"/>
    <w:rsid w:val="00E923CA"/>
    <w:rsid w:val="00E9385A"/>
    <w:rsid w:val="00E940A3"/>
    <w:rsid w:val="00E944BB"/>
    <w:rsid w:val="00E95D42"/>
    <w:rsid w:val="00E972D9"/>
    <w:rsid w:val="00E97992"/>
    <w:rsid w:val="00EA099A"/>
    <w:rsid w:val="00EA3978"/>
    <w:rsid w:val="00EA4DFD"/>
    <w:rsid w:val="00EA6CCF"/>
    <w:rsid w:val="00EA6F4C"/>
    <w:rsid w:val="00EB033A"/>
    <w:rsid w:val="00EB13CF"/>
    <w:rsid w:val="00EB22E4"/>
    <w:rsid w:val="00EB3B69"/>
    <w:rsid w:val="00EB4E75"/>
    <w:rsid w:val="00EB629C"/>
    <w:rsid w:val="00EB67AA"/>
    <w:rsid w:val="00EB74D3"/>
    <w:rsid w:val="00EB75B9"/>
    <w:rsid w:val="00EC1038"/>
    <w:rsid w:val="00EC1AD9"/>
    <w:rsid w:val="00EC4498"/>
    <w:rsid w:val="00EC716C"/>
    <w:rsid w:val="00EC7D30"/>
    <w:rsid w:val="00ED0D97"/>
    <w:rsid w:val="00ED312C"/>
    <w:rsid w:val="00ED330D"/>
    <w:rsid w:val="00ED44DE"/>
    <w:rsid w:val="00ED4947"/>
    <w:rsid w:val="00ED49C2"/>
    <w:rsid w:val="00EE1153"/>
    <w:rsid w:val="00EE14C1"/>
    <w:rsid w:val="00EE1B37"/>
    <w:rsid w:val="00EE2042"/>
    <w:rsid w:val="00EE27E5"/>
    <w:rsid w:val="00EE332B"/>
    <w:rsid w:val="00EE3D55"/>
    <w:rsid w:val="00EE4BE5"/>
    <w:rsid w:val="00EE5353"/>
    <w:rsid w:val="00EE5603"/>
    <w:rsid w:val="00EE706E"/>
    <w:rsid w:val="00EE78C2"/>
    <w:rsid w:val="00EF0285"/>
    <w:rsid w:val="00EF0D14"/>
    <w:rsid w:val="00EF1295"/>
    <w:rsid w:val="00EF1D0C"/>
    <w:rsid w:val="00EF36CA"/>
    <w:rsid w:val="00EF37A9"/>
    <w:rsid w:val="00EF5C36"/>
    <w:rsid w:val="00EF6F16"/>
    <w:rsid w:val="00EF7C89"/>
    <w:rsid w:val="00F022D2"/>
    <w:rsid w:val="00F039E5"/>
    <w:rsid w:val="00F04434"/>
    <w:rsid w:val="00F05AA3"/>
    <w:rsid w:val="00F06AC1"/>
    <w:rsid w:val="00F07320"/>
    <w:rsid w:val="00F076F4"/>
    <w:rsid w:val="00F10B45"/>
    <w:rsid w:val="00F12089"/>
    <w:rsid w:val="00F1211E"/>
    <w:rsid w:val="00F124FE"/>
    <w:rsid w:val="00F13968"/>
    <w:rsid w:val="00F14F86"/>
    <w:rsid w:val="00F15D52"/>
    <w:rsid w:val="00F1683C"/>
    <w:rsid w:val="00F16AF2"/>
    <w:rsid w:val="00F210EC"/>
    <w:rsid w:val="00F233AF"/>
    <w:rsid w:val="00F24A4E"/>
    <w:rsid w:val="00F254B8"/>
    <w:rsid w:val="00F25E7B"/>
    <w:rsid w:val="00F26852"/>
    <w:rsid w:val="00F26B36"/>
    <w:rsid w:val="00F273DD"/>
    <w:rsid w:val="00F30221"/>
    <w:rsid w:val="00F30855"/>
    <w:rsid w:val="00F30C38"/>
    <w:rsid w:val="00F313A4"/>
    <w:rsid w:val="00F31AC3"/>
    <w:rsid w:val="00F32D9C"/>
    <w:rsid w:val="00F336E1"/>
    <w:rsid w:val="00F347F3"/>
    <w:rsid w:val="00F34A9C"/>
    <w:rsid w:val="00F35559"/>
    <w:rsid w:val="00F359CC"/>
    <w:rsid w:val="00F35C3A"/>
    <w:rsid w:val="00F36AFC"/>
    <w:rsid w:val="00F41516"/>
    <w:rsid w:val="00F416BB"/>
    <w:rsid w:val="00F448CB"/>
    <w:rsid w:val="00F452F0"/>
    <w:rsid w:val="00F45E35"/>
    <w:rsid w:val="00F5008E"/>
    <w:rsid w:val="00F51245"/>
    <w:rsid w:val="00F5196E"/>
    <w:rsid w:val="00F51D30"/>
    <w:rsid w:val="00F52131"/>
    <w:rsid w:val="00F5218B"/>
    <w:rsid w:val="00F53E70"/>
    <w:rsid w:val="00F54865"/>
    <w:rsid w:val="00F54F2F"/>
    <w:rsid w:val="00F56586"/>
    <w:rsid w:val="00F566EA"/>
    <w:rsid w:val="00F5760E"/>
    <w:rsid w:val="00F60EEC"/>
    <w:rsid w:val="00F61428"/>
    <w:rsid w:val="00F61494"/>
    <w:rsid w:val="00F6149E"/>
    <w:rsid w:val="00F6165D"/>
    <w:rsid w:val="00F61D8E"/>
    <w:rsid w:val="00F6288C"/>
    <w:rsid w:val="00F62F41"/>
    <w:rsid w:val="00F63E63"/>
    <w:rsid w:val="00F64339"/>
    <w:rsid w:val="00F6529E"/>
    <w:rsid w:val="00F657F1"/>
    <w:rsid w:val="00F66DA0"/>
    <w:rsid w:val="00F70263"/>
    <w:rsid w:val="00F70737"/>
    <w:rsid w:val="00F70BA3"/>
    <w:rsid w:val="00F711AE"/>
    <w:rsid w:val="00F71B76"/>
    <w:rsid w:val="00F721DC"/>
    <w:rsid w:val="00F7308A"/>
    <w:rsid w:val="00F73170"/>
    <w:rsid w:val="00F8003E"/>
    <w:rsid w:val="00F8156E"/>
    <w:rsid w:val="00F81CE7"/>
    <w:rsid w:val="00F82A15"/>
    <w:rsid w:val="00F84474"/>
    <w:rsid w:val="00F8593D"/>
    <w:rsid w:val="00F86F11"/>
    <w:rsid w:val="00F8724F"/>
    <w:rsid w:val="00F9084E"/>
    <w:rsid w:val="00F908A0"/>
    <w:rsid w:val="00F90D23"/>
    <w:rsid w:val="00F90D4D"/>
    <w:rsid w:val="00F91103"/>
    <w:rsid w:val="00F913B7"/>
    <w:rsid w:val="00F93228"/>
    <w:rsid w:val="00F94B8E"/>
    <w:rsid w:val="00F952AA"/>
    <w:rsid w:val="00F95525"/>
    <w:rsid w:val="00F96DBF"/>
    <w:rsid w:val="00F9766A"/>
    <w:rsid w:val="00FA1B8A"/>
    <w:rsid w:val="00FA1BA0"/>
    <w:rsid w:val="00FA21C7"/>
    <w:rsid w:val="00FA2D9F"/>
    <w:rsid w:val="00FA3584"/>
    <w:rsid w:val="00FA416F"/>
    <w:rsid w:val="00FA4DE4"/>
    <w:rsid w:val="00FA4EBA"/>
    <w:rsid w:val="00FA7096"/>
    <w:rsid w:val="00FB12A4"/>
    <w:rsid w:val="00FB1DD4"/>
    <w:rsid w:val="00FB2A3B"/>
    <w:rsid w:val="00FB3123"/>
    <w:rsid w:val="00FB356F"/>
    <w:rsid w:val="00FB3E0B"/>
    <w:rsid w:val="00FB4041"/>
    <w:rsid w:val="00FB436F"/>
    <w:rsid w:val="00FB45E5"/>
    <w:rsid w:val="00FB615D"/>
    <w:rsid w:val="00FC020A"/>
    <w:rsid w:val="00FC0381"/>
    <w:rsid w:val="00FC0EA4"/>
    <w:rsid w:val="00FC0EFF"/>
    <w:rsid w:val="00FC1572"/>
    <w:rsid w:val="00FC2BE2"/>
    <w:rsid w:val="00FC347C"/>
    <w:rsid w:val="00FC5352"/>
    <w:rsid w:val="00FC5C00"/>
    <w:rsid w:val="00FC6B0C"/>
    <w:rsid w:val="00FC6B15"/>
    <w:rsid w:val="00FC6F6A"/>
    <w:rsid w:val="00FD034E"/>
    <w:rsid w:val="00FD086B"/>
    <w:rsid w:val="00FD13A1"/>
    <w:rsid w:val="00FD1B1D"/>
    <w:rsid w:val="00FD1F1D"/>
    <w:rsid w:val="00FD2197"/>
    <w:rsid w:val="00FD4515"/>
    <w:rsid w:val="00FD4777"/>
    <w:rsid w:val="00FD6C1B"/>
    <w:rsid w:val="00FE0B93"/>
    <w:rsid w:val="00FE2F0C"/>
    <w:rsid w:val="00FE34B2"/>
    <w:rsid w:val="00FE37AC"/>
    <w:rsid w:val="00FE4867"/>
    <w:rsid w:val="00FE5456"/>
    <w:rsid w:val="00FE6C22"/>
    <w:rsid w:val="00FE6D2F"/>
    <w:rsid w:val="00FE7454"/>
    <w:rsid w:val="00FE7563"/>
    <w:rsid w:val="00FE77C0"/>
    <w:rsid w:val="00FE7E66"/>
    <w:rsid w:val="00FF0B94"/>
    <w:rsid w:val="00FF1420"/>
    <w:rsid w:val="00FF2722"/>
    <w:rsid w:val="00FF2B09"/>
    <w:rsid w:val="00FF2D72"/>
    <w:rsid w:val="00FF2E31"/>
    <w:rsid w:val="00FF3018"/>
    <w:rsid w:val="00FF38B1"/>
    <w:rsid w:val="00FF3E6A"/>
    <w:rsid w:val="00FF4029"/>
    <w:rsid w:val="00FF4EE2"/>
    <w:rsid w:val="00FF5259"/>
    <w:rsid w:val="00FF6A0C"/>
    <w:rsid w:val="00FF73EE"/>
    <w:rsid w:val="00FF764F"/>
    <w:rsid w:val="00FF7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ACECA2"/>
  <w15:docId w15:val="{47034C28-2A89-4454-A496-ACEFAFF7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36E1"/>
    <w:pPr>
      <w:spacing w:before="240" w:after="120" w:line="360" w:lineRule="exact"/>
    </w:pPr>
    <w:rPr>
      <w:rFonts w:ascii="Palatino Linotype" w:hAnsi="Palatino Linotype" w:cstheme="minorBidi"/>
      <w:color w:val="000000"/>
      <w:sz w:val="24"/>
      <w:szCs w:val="24"/>
    </w:rPr>
  </w:style>
  <w:style w:type="paragraph" w:styleId="Heading1">
    <w:name w:val="heading 1"/>
    <w:basedOn w:val="Normal"/>
    <w:next w:val="Normal"/>
    <w:link w:val="Heading1Char"/>
    <w:qFormat/>
    <w:rsid w:val="00595B49"/>
    <w:pPr>
      <w:keepNext/>
      <w:overflowPunct w:val="0"/>
      <w:autoSpaceDE w:val="0"/>
      <w:autoSpaceDN w:val="0"/>
      <w:adjustRightInd w:val="0"/>
      <w:jc w:val="center"/>
      <w:textAlignment w:val="baseline"/>
      <w:outlineLvl w:val="0"/>
    </w:pPr>
    <w:rPr>
      <w:rFonts w:ascii="Montserrat SemiBold" w:hAnsi="Montserrat SemiBold" w:cs="Times New Roman"/>
      <w:b/>
      <w:bCs/>
      <w:color w:val="0490CB"/>
      <w:sz w:val="40"/>
      <w:szCs w:val="36"/>
    </w:rPr>
  </w:style>
  <w:style w:type="paragraph" w:styleId="Heading2">
    <w:name w:val="heading 2"/>
    <w:basedOn w:val="Normal"/>
    <w:next w:val="Normal"/>
    <w:link w:val="Heading2Char"/>
    <w:unhideWhenUsed/>
    <w:qFormat/>
    <w:rsid w:val="00595B49"/>
    <w:pPr>
      <w:keepNext/>
      <w:keepLines/>
      <w:outlineLvl w:val="1"/>
    </w:pPr>
    <w:rPr>
      <w:rFonts w:ascii="Montserrat" w:hAnsi="Montserrat"/>
      <w:bCs/>
      <w:i/>
      <w:iCs/>
      <w:sz w:val="30"/>
    </w:rPr>
  </w:style>
  <w:style w:type="paragraph" w:styleId="Heading3">
    <w:name w:val="heading 3"/>
    <w:basedOn w:val="Normal"/>
    <w:next w:val="Normal"/>
    <w:link w:val="Heading3Char"/>
    <w:unhideWhenUsed/>
    <w:qFormat/>
    <w:rsid w:val="00F336E1"/>
    <w:pPr>
      <w:keepNext/>
      <w:keepLines/>
      <w:spacing w:before="200"/>
      <w:ind w:left="432"/>
      <w:outlineLvl w:val="2"/>
    </w:pPr>
    <w:rPr>
      <w:rFonts w:ascii="Montserrat" w:hAnsi="Montserrat" w:cstheme="majorBidi"/>
      <w:b/>
      <w:bCs/>
      <w:color w:val="auto"/>
      <w:sz w:val="28"/>
      <w:szCs w:val="28"/>
    </w:rPr>
  </w:style>
  <w:style w:type="paragraph" w:styleId="Heading4">
    <w:name w:val="heading 4"/>
    <w:basedOn w:val="Heading3"/>
    <w:next w:val="Normal"/>
    <w:link w:val="Heading4Char"/>
    <w:unhideWhenUsed/>
    <w:qFormat/>
    <w:rsid w:val="00F336E1"/>
    <w:pPr>
      <w:ind w:left="720"/>
      <w:outlineLvl w:val="3"/>
    </w:pPr>
    <w:rPr>
      <w:sz w:val="24"/>
    </w:rPr>
  </w:style>
  <w:style w:type="paragraph" w:styleId="Heading5">
    <w:name w:val="heading 5"/>
    <w:basedOn w:val="Normal"/>
    <w:next w:val="Normal"/>
    <w:link w:val="Heading5Char"/>
    <w:unhideWhenUsed/>
    <w:qFormat/>
    <w:rsid w:val="0068065B"/>
    <w:pPr>
      <w:keepNext/>
      <w:keepLines/>
      <w:spacing w:before="40" w:after="0"/>
      <w:ind w:left="720"/>
      <w:outlineLvl w:val="4"/>
    </w:pPr>
    <w:rPr>
      <w:rFonts w:eastAsiaTheme="majorEastAsia" w:cstheme="majorBidi"/>
      <w:b/>
      <w:color w:val="2E74B5" w:themeColor="accent1" w:themeShade="BF"/>
    </w:rPr>
  </w:style>
  <w:style w:type="paragraph" w:styleId="Heading6">
    <w:name w:val="heading 6"/>
    <w:basedOn w:val="Normal"/>
    <w:next w:val="NormalIndent"/>
    <w:link w:val="Heading6Char"/>
    <w:unhideWhenUsed/>
    <w:qFormat/>
    <w:rsid w:val="0068065B"/>
    <w:pPr>
      <w:keepNext/>
      <w:keepLines/>
      <w:spacing w:before="40"/>
      <w:ind w:left="1008"/>
      <w:outlineLvl w:val="5"/>
    </w:pPr>
    <w:rPr>
      <w:rFonts w:eastAsiaTheme="majorEastAsia" w:cstheme="majorBidi"/>
      <w:b/>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00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0027E"/>
    <w:pPr>
      <w:spacing w:before="100" w:beforeAutospacing="1" w:after="100" w:afterAutospacing="1"/>
    </w:pPr>
    <w:rPr>
      <w:rFonts w:ascii="Times New Roman" w:hAnsi="Times New Roman" w:cs="Times New Roman"/>
    </w:rPr>
  </w:style>
  <w:style w:type="paragraph" w:styleId="ListParagraph">
    <w:name w:val="List Paragraph"/>
    <w:aliases w:val="List Paragraph-Bullet"/>
    <w:basedOn w:val="Normal"/>
    <w:link w:val="ListParagraphChar"/>
    <w:uiPriority w:val="34"/>
    <w:qFormat/>
    <w:rsid w:val="00526464"/>
    <w:pPr>
      <w:numPr>
        <w:numId w:val="29"/>
      </w:numPr>
      <w:spacing w:after="0"/>
      <w:ind w:left="720"/>
      <w:contextualSpacing/>
    </w:pPr>
    <w:rPr>
      <w:rFonts w:cs="Times New Roman"/>
      <w:color w:val="auto"/>
    </w:rPr>
  </w:style>
  <w:style w:type="paragraph" w:customStyle="1" w:styleId="Checklist-1">
    <w:name w:val="Checklist-1"/>
    <w:basedOn w:val="Normal"/>
    <w:next w:val="Checklist-2"/>
    <w:link w:val="Checklist-1Char"/>
    <w:qFormat/>
    <w:rsid w:val="00A0027E"/>
    <w:pPr>
      <w:keepNext/>
      <w:tabs>
        <w:tab w:val="left" w:leader="underscore" w:pos="810"/>
        <w:tab w:val="right" w:pos="1080"/>
        <w:tab w:val="left" w:pos="1440"/>
        <w:tab w:val="left" w:pos="2160"/>
        <w:tab w:val="left" w:pos="2880"/>
        <w:tab w:val="left" w:pos="3600"/>
      </w:tabs>
      <w:overflowPunct w:val="0"/>
      <w:autoSpaceDE w:val="0"/>
      <w:autoSpaceDN w:val="0"/>
      <w:adjustRightInd w:val="0"/>
      <w:ind w:left="1080" w:hanging="1080"/>
      <w:textAlignment w:val="baseline"/>
    </w:pPr>
    <w:rPr>
      <w:rFonts w:ascii="Times New Roman" w:hAnsi="Times New Roman" w:cs="Times New Roman"/>
    </w:rPr>
  </w:style>
  <w:style w:type="paragraph" w:customStyle="1" w:styleId="Checklist-2">
    <w:name w:val="Checklist-2"/>
    <w:basedOn w:val="Checklist-1"/>
    <w:link w:val="Checklist-2Char"/>
    <w:qFormat/>
    <w:rsid w:val="00A0027E"/>
    <w:pPr>
      <w:tabs>
        <w:tab w:val="clear" w:pos="810"/>
        <w:tab w:val="clear" w:pos="1440"/>
        <w:tab w:val="left" w:pos="990"/>
      </w:tabs>
      <w:ind w:left="990" w:hanging="990"/>
    </w:pPr>
    <w:rPr>
      <w:rFonts w:ascii="Times" w:hAnsi="Times"/>
    </w:rPr>
  </w:style>
  <w:style w:type="character" w:customStyle="1" w:styleId="Checklist-2Char">
    <w:name w:val="Checklist-2 Char"/>
    <w:basedOn w:val="DefaultParagraphFont"/>
    <w:link w:val="Checklist-2"/>
    <w:rsid w:val="00A0027E"/>
    <w:rPr>
      <w:rFonts w:ascii="Times" w:hAnsi="Times"/>
      <w:sz w:val="24"/>
      <w:szCs w:val="24"/>
    </w:rPr>
  </w:style>
  <w:style w:type="character" w:customStyle="1" w:styleId="Checklist-1Char">
    <w:name w:val="Checklist-1 Char"/>
    <w:basedOn w:val="DefaultParagraphFont"/>
    <w:link w:val="Checklist-1"/>
    <w:rsid w:val="00A0027E"/>
    <w:rPr>
      <w:sz w:val="24"/>
      <w:szCs w:val="24"/>
    </w:rPr>
  </w:style>
  <w:style w:type="paragraph" w:customStyle="1" w:styleId="Body1">
    <w:name w:val="Body1"/>
    <w:basedOn w:val="Normal"/>
    <w:rsid w:val="00A0027E"/>
    <w:pPr>
      <w:tabs>
        <w:tab w:val="left" w:pos="720"/>
        <w:tab w:val="left" w:pos="1440"/>
        <w:tab w:val="left" w:pos="2160"/>
        <w:tab w:val="left" w:pos="2880"/>
        <w:tab w:val="left" w:pos="3600"/>
      </w:tabs>
      <w:overflowPunct w:val="0"/>
      <w:autoSpaceDE w:val="0"/>
      <w:autoSpaceDN w:val="0"/>
      <w:adjustRightInd w:val="0"/>
      <w:textAlignment w:val="baseline"/>
    </w:pPr>
    <w:rPr>
      <w:rFonts w:ascii="Arial" w:hAnsi="Arial" w:cs="Times New Roman"/>
      <w:szCs w:val="20"/>
    </w:rPr>
  </w:style>
  <w:style w:type="character" w:customStyle="1" w:styleId="Heading1Char">
    <w:name w:val="Heading 1 Char"/>
    <w:basedOn w:val="DefaultParagraphFont"/>
    <w:link w:val="Heading1"/>
    <w:rsid w:val="00595B49"/>
    <w:rPr>
      <w:rFonts w:ascii="Montserrat SemiBold" w:hAnsi="Montserrat SemiBold"/>
      <w:b/>
      <w:bCs/>
      <w:color w:val="0490CB"/>
      <w:sz w:val="40"/>
      <w:szCs w:val="36"/>
    </w:rPr>
  </w:style>
  <w:style w:type="character" w:customStyle="1" w:styleId="Heading2Char">
    <w:name w:val="Heading 2 Char"/>
    <w:basedOn w:val="DefaultParagraphFont"/>
    <w:link w:val="Heading2"/>
    <w:rsid w:val="00595B49"/>
    <w:rPr>
      <w:rFonts w:ascii="Montserrat" w:hAnsi="Montserrat" w:cstheme="minorBidi"/>
      <w:bCs/>
      <w:i/>
      <w:iCs/>
      <w:color w:val="000000"/>
      <w:sz w:val="30"/>
      <w:szCs w:val="24"/>
    </w:rPr>
  </w:style>
  <w:style w:type="paragraph" w:styleId="BalloonText">
    <w:name w:val="Balloon Text"/>
    <w:basedOn w:val="Normal"/>
    <w:link w:val="BalloonTextChar"/>
    <w:semiHidden/>
    <w:unhideWhenUsed/>
    <w:rsid w:val="00A0027E"/>
    <w:rPr>
      <w:rFonts w:ascii="Tahoma" w:hAnsi="Tahoma" w:cs="Tahoma"/>
      <w:sz w:val="16"/>
      <w:szCs w:val="16"/>
    </w:rPr>
  </w:style>
  <w:style w:type="character" w:customStyle="1" w:styleId="BalloonTextChar">
    <w:name w:val="Balloon Text Char"/>
    <w:basedOn w:val="DefaultParagraphFont"/>
    <w:link w:val="BalloonText"/>
    <w:semiHidden/>
    <w:rsid w:val="00A0027E"/>
    <w:rPr>
      <w:rFonts w:ascii="Tahoma" w:hAnsi="Tahoma" w:cs="Tahoma"/>
      <w:sz w:val="16"/>
      <w:szCs w:val="16"/>
    </w:rPr>
  </w:style>
  <w:style w:type="character" w:customStyle="1" w:styleId="Heading3Char">
    <w:name w:val="Heading 3 Char"/>
    <w:basedOn w:val="DefaultParagraphFont"/>
    <w:link w:val="Heading3"/>
    <w:rsid w:val="00F336E1"/>
    <w:rPr>
      <w:rFonts w:ascii="Montserrat" w:hAnsi="Montserrat" w:cstheme="majorBidi"/>
      <w:b/>
      <w:bCs/>
      <w:sz w:val="28"/>
      <w:szCs w:val="28"/>
    </w:rPr>
  </w:style>
  <w:style w:type="paragraph" w:styleId="Header">
    <w:name w:val="header"/>
    <w:basedOn w:val="Normal"/>
    <w:link w:val="HeaderChar"/>
    <w:uiPriority w:val="99"/>
    <w:unhideWhenUsed/>
    <w:rsid w:val="00E26037"/>
    <w:pPr>
      <w:tabs>
        <w:tab w:val="center" w:pos="4680"/>
        <w:tab w:val="right" w:pos="9360"/>
      </w:tabs>
    </w:pPr>
    <w:rPr>
      <w:rFonts w:ascii="Times New Roman" w:hAnsi="Times New Roman" w:cs="Times New Roman"/>
    </w:rPr>
  </w:style>
  <w:style w:type="character" w:customStyle="1" w:styleId="HeaderChar">
    <w:name w:val="Header Char"/>
    <w:basedOn w:val="DefaultParagraphFont"/>
    <w:link w:val="Header"/>
    <w:uiPriority w:val="99"/>
    <w:rsid w:val="00E26037"/>
    <w:rPr>
      <w:rFonts w:eastAsiaTheme="minorHAnsi"/>
      <w:sz w:val="24"/>
      <w:szCs w:val="24"/>
    </w:rPr>
  </w:style>
  <w:style w:type="paragraph" w:styleId="Footer">
    <w:name w:val="footer"/>
    <w:basedOn w:val="Normal"/>
    <w:link w:val="FooterChar"/>
    <w:uiPriority w:val="99"/>
    <w:unhideWhenUsed/>
    <w:rsid w:val="00E26037"/>
    <w:pPr>
      <w:tabs>
        <w:tab w:val="center" w:pos="4680"/>
        <w:tab w:val="right" w:pos="9360"/>
      </w:tabs>
    </w:pPr>
    <w:rPr>
      <w:rFonts w:ascii="Times New Roman" w:hAnsi="Times New Roman" w:cs="Times New Roman"/>
    </w:rPr>
  </w:style>
  <w:style w:type="character" w:customStyle="1" w:styleId="FooterChar">
    <w:name w:val="Footer Char"/>
    <w:basedOn w:val="DefaultParagraphFont"/>
    <w:link w:val="Footer"/>
    <w:uiPriority w:val="99"/>
    <w:rsid w:val="00E26037"/>
    <w:rPr>
      <w:rFonts w:eastAsiaTheme="minorHAnsi"/>
      <w:sz w:val="24"/>
      <w:szCs w:val="24"/>
    </w:rPr>
  </w:style>
  <w:style w:type="character" w:styleId="Hyperlink">
    <w:name w:val="Hyperlink"/>
    <w:basedOn w:val="DefaultParagraphFont"/>
    <w:uiPriority w:val="99"/>
    <w:unhideWhenUsed/>
    <w:rsid w:val="00DF63E6"/>
    <w:rPr>
      <w:color w:val="330099"/>
      <w:u w:val="single"/>
    </w:rPr>
  </w:style>
  <w:style w:type="character" w:styleId="Strong">
    <w:name w:val="Strong"/>
    <w:basedOn w:val="DefaultParagraphFont"/>
    <w:uiPriority w:val="22"/>
    <w:qFormat/>
    <w:rsid w:val="00DF63E6"/>
    <w:rPr>
      <w:b/>
      <w:bCs/>
    </w:rPr>
  </w:style>
  <w:style w:type="paragraph" w:customStyle="1" w:styleId="Normal1">
    <w:name w:val="Normal1"/>
    <w:rsid w:val="00ED330D"/>
    <w:pPr>
      <w:spacing w:line="276" w:lineRule="auto"/>
      <w:contextualSpacing/>
    </w:pPr>
    <w:rPr>
      <w:rFonts w:ascii="Arial" w:eastAsia="Arial" w:hAnsi="Arial" w:cs="Arial"/>
      <w:color w:val="000000"/>
      <w:sz w:val="22"/>
      <w:szCs w:val="22"/>
    </w:rPr>
  </w:style>
  <w:style w:type="paragraph" w:styleId="Subtitle">
    <w:name w:val="Subtitle"/>
    <w:basedOn w:val="Normal"/>
    <w:next w:val="Normal"/>
    <w:link w:val="SubtitleChar"/>
    <w:qFormat/>
    <w:rsid w:val="007677F8"/>
    <w:pPr>
      <w:spacing w:before="60" w:after="60" w:line="288" w:lineRule="auto"/>
      <w:jc w:val="right"/>
    </w:pPr>
    <w:rPr>
      <w:rFonts w:ascii="Times New Roman" w:hAnsi="Times New Roman" w:cs="Times New Roman"/>
      <w:smallCaps/>
      <w:sz w:val="20"/>
      <w:szCs w:val="20"/>
    </w:rPr>
  </w:style>
  <w:style w:type="character" w:customStyle="1" w:styleId="SubtitleChar">
    <w:name w:val="Subtitle Char"/>
    <w:basedOn w:val="DefaultParagraphFont"/>
    <w:link w:val="Subtitle"/>
    <w:rsid w:val="007677F8"/>
    <w:rPr>
      <w:smallCaps/>
    </w:rPr>
  </w:style>
  <w:style w:type="paragraph" w:customStyle="1" w:styleId="TBody">
    <w:name w:val="TBody"/>
    <w:basedOn w:val="Normal"/>
    <w:rsid w:val="0093107B"/>
    <w:pPr>
      <w:overflowPunct w:val="0"/>
      <w:autoSpaceDE w:val="0"/>
      <w:autoSpaceDN w:val="0"/>
      <w:adjustRightInd w:val="0"/>
      <w:textAlignment w:val="baseline"/>
    </w:pPr>
    <w:rPr>
      <w:rFonts w:ascii="Arial" w:hAnsi="Arial" w:cs="Arial"/>
      <w:szCs w:val="20"/>
    </w:rPr>
  </w:style>
  <w:style w:type="character" w:styleId="FollowedHyperlink">
    <w:name w:val="FollowedHyperlink"/>
    <w:basedOn w:val="DefaultParagraphFont"/>
    <w:semiHidden/>
    <w:unhideWhenUsed/>
    <w:rsid w:val="00C76E65"/>
    <w:rPr>
      <w:color w:val="954F72" w:themeColor="followedHyperlink"/>
      <w:u w:val="single"/>
    </w:rPr>
  </w:style>
  <w:style w:type="paragraph" w:customStyle="1" w:styleId="Table">
    <w:name w:val="Table"/>
    <w:basedOn w:val="Normal"/>
    <w:rsid w:val="00FF1420"/>
    <w:pPr>
      <w:keepNext/>
      <w:keepLines/>
      <w:autoSpaceDE w:val="0"/>
      <w:autoSpaceDN w:val="0"/>
      <w:adjustRightInd w:val="0"/>
      <w:spacing w:before="200" w:after="180" w:line="240" w:lineRule="atLeast"/>
      <w:ind w:left="180"/>
      <w:textAlignment w:val="center"/>
      <w:outlineLvl w:val="2"/>
    </w:pPr>
    <w:rPr>
      <w:rFonts w:ascii="Adobe Caslon Pro" w:eastAsia="Calibri" w:hAnsi="Adobe Caslon Pro" w:cs="Adobe Caslon Pro"/>
      <w:b/>
      <w:bCs/>
      <w:i/>
      <w:iCs/>
      <w:color w:val="326598"/>
      <w:sz w:val="20"/>
      <w:szCs w:val="20"/>
    </w:rPr>
  </w:style>
  <w:style w:type="character" w:customStyle="1" w:styleId="Emphasis2">
    <w:name w:val="Emphasis 2"/>
    <w:rsid w:val="00FF1420"/>
    <w:rPr>
      <w:rFonts w:ascii="Adobe Caslon Pro" w:hAnsi="Adobe Caslon Pro"/>
      <w:i/>
      <w:sz w:val="14"/>
    </w:rPr>
  </w:style>
  <w:style w:type="character" w:styleId="Emphasis">
    <w:name w:val="Emphasis"/>
    <w:basedOn w:val="DefaultParagraphFont"/>
    <w:uiPriority w:val="20"/>
    <w:qFormat/>
    <w:rsid w:val="002425A7"/>
    <w:rPr>
      <w:i/>
      <w:iCs/>
    </w:rPr>
  </w:style>
  <w:style w:type="character" w:customStyle="1" w:styleId="apple-converted-space">
    <w:name w:val="apple-converted-space"/>
    <w:basedOn w:val="DefaultParagraphFont"/>
    <w:rsid w:val="002425A7"/>
  </w:style>
  <w:style w:type="character" w:styleId="PlaceholderText">
    <w:name w:val="Placeholder Text"/>
    <w:basedOn w:val="DefaultParagraphFont"/>
    <w:uiPriority w:val="99"/>
    <w:semiHidden/>
    <w:rsid w:val="00CD5731"/>
    <w:rPr>
      <w:color w:val="808080"/>
    </w:rPr>
  </w:style>
  <w:style w:type="character" w:customStyle="1" w:styleId="Heading4Char">
    <w:name w:val="Heading 4 Char"/>
    <w:basedOn w:val="DefaultParagraphFont"/>
    <w:link w:val="Heading4"/>
    <w:rsid w:val="00F336E1"/>
    <w:rPr>
      <w:rFonts w:ascii="Montserrat" w:hAnsi="Montserrat" w:cstheme="majorBidi"/>
      <w:b/>
      <w:bCs/>
      <w:sz w:val="24"/>
      <w:szCs w:val="24"/>
    </w:rPr>
  </w:style>
  <w:style w:type="paragraph" w:customStyle="1" w:styleId="TableNormal1">
    <w:name w:val="Table Normal1"/>
    <w:basedOn w:val="Normal"/>
    <w:link w:val="NormalTableChar"/>
    <w:qFormat/>
    <w:rsid w:val="009C6D75"/>
    <w:pPr>
      <w:spacing w:before="120"/>
    </w:pPr>
  </w:style>
  <w:style w:type="character" w:customStyle="1" w:styleId="NormalTableChar">
    <w:name w:val="Normal Table Char"/>
    <w:basedOn w:val="DefaultParagraphFont"/>
    <w:link w:val="TableNormal1"/>
    <w:rsid w:val="009C6D75"/>
    <w:rPr>
      <w:rFonts w:ascii="Palatino Linotype" w:hAnsi="Palatino Linotype" w:cstheme="minorBidi"/>
      <w:color w:val="000000"/>
      <w:sz w:val="24"/>
      <w:szCs w:val="24"/>
    </w:rPr>
  </w:style>
  <w:style w:type="paragraph" w:customStyle="1" w:styleId="Speaker">
    <w:name w:val="Speaker"/>
    <w:basedOn w:val="ListParagraph"/>
    <w:next w:val="Normal"/>
    <w:link w:val="SpeakerChar"/>
    <w:qFormat/>
    <w:rsid w:val="00474645"/>
    <w:pPr>
      <w:numPr>
        <w:numId w:val="9"/>
      </w:numPr>
      <w:shd w:val="clear" w:color="auto" w:fill="FFFF00"/>
      <w:spacing w:after="200" w:line="276" w:lineRule="auto"/>
    </w:pPr>
    <w:rPr>
      <w:rFonts w:asciiTheme="minorHAnsi" w:eastAsiaTheme="minorHAnsi" w:hAnsiTheme="minorHAnsi" w:cstheme="minorBidi"/>
      <w:vanish/>
      <w:sz w:val="22"/>
      <w:szCs w:val="22"/>
    </w:rPr>
  </w:style>
  <w:style w:type="character" w:customStyle="1" w:styleId="SpeakerChar">
    <w:name w:val="Speaker Char"/>
    <w:basedOn w:val="DefaultParagraphFont"/>
    <w:link w:val="Speaker"/>
    <w:rsid w:val="00474645"/>
    <w:rPr>
      <w:rFonts w:asciiTheme="minorHAnsi" w:eastAsiaTheme="minorHAnsi" w:hAnsiTheme="minorHAnsi" w:cstheme="minorBidi"/>
      <w:vanish/>
      <w:sz w:val="22"/>
      <w:szCs w:val="22"/>
      <w:shd w:val="clear" w:color="auto" w:fill="FFFF00"/>
    </w:rPr>
  </w:style>
  <w:style w:type="character" w:customStyle="1" w:styleId="ListParagraphChar">
    <w:name w:val="List Paragraph Char"/>
    <w:aliases w:val="List Paragraph-Bullet Char"/>
    <w:basedOn w:val="DefaultParagraphFont"/>
    <w:link w:val="ListParagraph"/>
    <w:uiPriority w:val="34"/>
    <w:rsid w:val="00526464"/>
    <w:rPr>
      <w:rFonts w:ascii="Palatino Linotype" w:hAnsi="Palatino Linotype"/>
      <w:sz w:val="24"/>
      <w:szCs w:val="24"/>
    </w:rPr>
  </w:style>
  <w:style w:type="paragraph" w:customStyle="1" w:styleId="Hidden">
    <w:name w:val="Hidden"/>
    <w:basedOn w:val="Normal"/>
    <w:next w:val="Normal"/>
    <w:link w:val="HiddenChar"/>
    <w:qFormat/>
    <w:rsid w:val="00784A71"/>
    <w:rPr>
      <w:vanish/>
    </w:rPr>
  </w:style>
  <w:style w:type="character" w:customStyle="1" w:styleId="HiddenChar">
    <w:name w:val="Hidden Char"/>
    <w:basedOn w:val="DefaultParagraphFont"/>
    <w:link w:val="Hidden"/>
    <w:rsid w:val="00784A71"/>
    <w:rPr>
      <w:rFonts w:ascii="Palatino Linotype" w:eastAsiaTheme="minorHAnsi" w:hAnsi="Palatino Linotype" w:cstheme="minorBidi"/>
      <w:vanish/>
      <w:color w:val="000000"/>
      <w:sz w:val="24"/>
      <w:szCs w:val="24"/>
    </w:rPr>
  </w:style>
  <w:style w:type="character" w:customStyle="1" w:styleId="Heading5Char">
    <w:name w:val="Heading 5 Char"/>
    <w:basedOn w:val="DefaultParagraphFont"/>
    <w:link w:val="Heading5"/>
    <w:rsid w:val="0068065B"/>
    <w:rPr>
      <w:rFonts w:ascii="Palatino Linotype" w:eastAsiaTheme="majorEastAsia" w:hAnsi="Palatino Linotype" w:cstheme="majorBidi"/>
      <w:b/>
      <w:color w:val="2E74B5" w:themeColor="accent1" w:themeShade="BF"/>
      <w:sz w:val="24"/>
      <w:szCs w:val="24"/>
    </w:rPr>
  </w:style>
  <w:style w:type="character" w:customStyle="1" w:styleId="Heading6Char">
    <w:name w:val="Heading 6 Char"/>
    <w:basedOn w:val="DefaultParagraphFont"/>
    <w:link w:val="Heading6"/>
    <w:rsid w:val="0068065B"/>
    <w:rPr>
      <w:rFonts w:ascii="Palatino Linotype" w:eastAsiaTheme="majorEastAsia" w:hAnsi="Palatino Linotype" w:cstheme="majorBidi"/>
      <w:b/>
      <w:color w:val="1F4D78" w:themeColor="accent1" w:themeShade="7F"/>
      <w:sz w:val="24"/>
      <w:szCs w:val="24"/>
    </w:rPr>
  </w:style>
  <w:style w:type="paragraph" w:styleId="NormalIndent">
    <w:name w:val="Normal Indent"/>
    <w:basedOn w:val="Normal"/>
    <w:unhideWhenUsed/>
    <w:qFormat/>
    <w:rsid w:val="00D17DC8"/>
    <w:pPr>
      <w:spacing w:before="120"/>
      <w:ind w:left="810"/>
    </w:pPr>
  </w:style>
  <w:style w:type="paragraph" w:customStyle="1" w:styleId="NormalBlue">
    <w:name w:val="Normal Blue"/>
    <w:basedOn w:val="Normal"/>
    <w:link w:val="NormalBlueChar"/>
    <w:qFormat/>
    <w:rsid w:val="00C5550C"/>
    <w:rPr>
      <w:color w:val="2E74B5" w:themeColor="accent1" w:themeShade="BF"/>
    </w:rPr>
  </w:style>
  <w:style w:type="character" w:customStyle="1" w:styleId="NormalBlueChar">
    <w:name w:val="Normal Blue Char"/>
    <w:basedOn w:val="DefaultParagraphFont"/>
    <w:link w:val="NormalBlue"/>
    <w:rsid w:val="00C5550C"/>
    <w:rPr>
      <w:rFonts w:ascii="Palatino Linotype" w:hAnsi="Palatino Linotype" w:cstheme="minorBidi"/>
      <w:color w:val="2E74B5" w:themeColor="accent1" w:themeShade="BF"/>
      <w:sz w:val="24"/>
      <w:szCs w:val="24"/>
    </w:rPr>
  </w:style>
  <w:style w:type="paragraph" w:styleId="Quote">
    <w:name w:val="Quote"/>
    <w:basedOn w:val="Normal"/>
    <w:next w:val="Normal"/>
    <w:link w:val="QuoteChar"/>
    <w:uiPriority w:val="29"/>
    <w:qFormat/>
    <w:rsid w:val="008A32B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A32B7"/>
    <w:rPr>
      <w:rFonts w:ascii="Palatino Linotype" w:hAnsi="Palatino Linotype" w:cstheme="minorBidi"/>
      <w:i/>
      <w:iCs/>
      <w:color w:val="404040" w:themeColor="text1" w:themeTint="BF"/>
      <w:sz w:val="24"/>
      <w:szCs w:val="24"/>
    </w:rPr>
  </w:style>
  <w:style w:type="paragraph" w:customStyle="1" w:styleId="ListParagraphAlpha">
    <w:name w:val="List Paragraph Alpha"/>
    <w:basedOn w:val="ListParagraph"/>
    <w:link w:val="ListParagraphAlphaChar"/>
    <w:qFormat/>
    <w:rsid w:val="00586AEB"/>
    <w:pPr>
      <w:widowControl w:val="0"/>
      <w:numPr>
        <w:numId w:val="30"/>
      </w:numPr>
      <w:spacing w:before="120"/>
      <w:ind w:left="1080"/>
    </w:pPr>
  </w:style>
  <w:style w:type="character" w:customStyle="1" w:styleId="ListParagraphAlphaChar">
    <w:name w:val="List Paragraph Alpha Char"/>
    <w:basedOn w:val="DefaultParagraphFont"/>
    <w:link w:val="ListParagraphAlpha"/>
    <w:rsid w:val="00586AEB"/>
    <w:rPr>
      <w:rFonts w:ascii="Palatino Linotype" w:hAnsi="Palatino Linotype"/>
      <w:sz w:val="24"/>
      <w:szCs w:val="24"/>
    </w:rPr>
  </w:style>
  <w:style w:type="paragraph" w:styleId="IntenseQuote">
    <w:name w:val="Intense Quote"/>
    <w:basedOn w:val="Normal"/>
    <w:next w:val="Normal"/>
    <w:link w:val="IntenseQuoteChar"/>
    <w:uiPriority w:val="30"/>
    <w:qFormat/>
    <w:rsid w:val="00017A07"/>
    <w:pPr>
      <w:pBdr>
        <w:top w:val="single" w:sz="4" w:space="10" w:color="5B9BD5" w:themeColor="accent1"/>
        <w:bottom w:val="single" w:sz="4" w:space="10" w:color="5B9BD5" w:themeColor="accent1"/>
      </w:pBdr>
      <w:spacing w:before="360" w:after="360"/>
      <w:ind w:left="864" w:right="864"/>
      <w:jc w:val="center"/>
    </w:pPr>
    <w:rPr>
      <w:rFonts w:eastAsiaTheme="minorHAnsi"/>
      <w:b/>
      <w:bCs/>
      <w:color w:val="auto"/>
    </w:rPr>
  </w:style>
  <w:style w:type="character" w:customStyle="1" w:styleId="IntenseQuoteChar">
    <w:name w:val="Intense Quote Char"/>
    <w:basedOn w:val="DefaultParagraphFont"/>
    <w:link w:val="IntenseQuote"/>
    <w:uiPriority w:val="30"/>
    <w:rsid w:val="00017A07"/>
    <w:rPr>
      <w:rFonts w:ascii="Palatino Linotype" w:eastAsiaTheme="minorHAnsi" w:hAnsi="Palatino Linotype" w:cstheme="minorBidi"/>
      <w:b/>
      <w:bCs/>
      <w:sz w:val="24"/>
      <w:szCs w:val="24"/>
    </w:rPr>
  </w:style>
  <w:style w:type="table" w:styleId="TableGridLight">
    <w:name w:val="Grid Table Light"/>
    <w:basedOn w:val="TableNormal"/>
    <w:uiPriority w:val="40"/>
    <w:rsid w:val="00F336E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Head">
    <w:name w:val="Table Head"/>
    <w:basedOn w:val="TableNormal1"/>
    <w:qFormat/>
    <w:rsid w:val="00720427"/>
    <w:pPr>
      <w:jc w:val="center"/>
    </w:pPr>
    <w:rPr>
      <w:b/>
      <w:bCs/>
      <w:color w:val="FFFFFF" w:themeColor="background1"/>
    </w:rPr>
  </w:style>
  <w:style w:type="paragraph" w:styleId="Revision">
    <w:name w:val="Revision"/>
    <w:hidden/>
    <w:uiPriority w:val="99"/>
    <w:semiHidden/>
    <w:rsid w:val="00087693"/>
    <w:rPr>
      <w:rFonts w:ascii="Palatino Linotype" w:hAnsi="Palatino Linotype" w:cstheme="minorBidi"/>
      <w:color w:val="000000"/>
      <w:sz w:val="24"/>
      <w:szCs w:val="24"/>
    </w:rPr>
  </w:style>
  <w:style w:type="character" w:styleId="CommentReference">
    <w:name w:val="annotation reference"/>
    <w:basedOn w:val="DefaultParagraphFont"/>
    <w:semiHidden/>
    <w:unhideWhenUsed/>
    <w:rsid w:val="00087693"/>
    <w:rPr>
      <w:sz w:val="16"/>
      <w:szCs w:val="16"/>
    </w:rPr>
  </w:style>
  <w:style w:type="paragraph" w:styleId="CommentText">
    <w:name w:val="annotation text"/>
    <w:basedOn w:val="Normal"/>
    <w:link w:val="CommentTextChar"/>
    <w:unhideWhenUsed/>
    <w:rsid w:val="00087693"/>
    <w:pPr>
      <w:spacing w:line="240" w:lineRule="auto"/>
    </w:pPr>
    <w:rPr>
      <w:sz w:val="20"/>
      <w:szCs w:val="20"/>
    </w:rPr>
  </w:style>
  <w:style w:type="character" w:customStyle="1" w:styleId="CommentTextChar">
    <w:name w:val="Comment Text Char"/>
    <w:basedOn w:val="DefaultParagraphFont"/>
    <w:link w:val="CommentText"/>
    <w:rsid w:val="00087693"/>
    <w:rPr>
      <w:rFonts w:ascii="Palatino Linotype" w:hAnsi="Palatino Linotype" w:cstheme="minorBidi"/>
      <w:color w:val="000000"/>
    </w:rPr>
  </w:style>
  <w:style w:type="paragraph" w:styleId="CommentSubject">
    <w:name w:val="annotation subject"/>
    <w:basedOn w:val="CommentText"/>
    <w:next w:val="CommentText"/>
    <w:link w:val="CommentSubjectChar"/>
    <w:semiHidden/>
    <w:unhideWhenUsed/>
    <w:rsid w:val="00087693"/>
    <w:rPr>
      <w:b/>
      <w:bCs/>
    </w:rPr>
  </w:style>
  <w:style w:type="character" w:customStyle="1" w:styleId="CommentSubjectChar">
    <w:name w:val="Comment Subject Char"/>
    <w:basedOn w:val="CommentTextChar"/>
    <w:link w:val="CommentSubject"/>
    <w:semiHidden/>
    <w:rsid w:val="00087693"/>
    <w:rPr>
      <w:rFonts w:ascii="Palatino Linotype" w:hAnsi="Palatino Linotype" w:cstheme="minorBidi"/>
      <w:b/>
      <w:bCs/>
      <w:color w:val="000000"/>
    </w:rPr>
  </w:style>
  <w:style w:type="character" w:styleId="UnresolvedMention">
    <w:name w:val="Unresolved Mention"/>
    <w:basedOn w:val="DefaultParagraphFont"/>
    <w:uiPriority w:val="99"/>
    <w:semiHidden/>
    <w:unhideWhenUsed/>
    <w:rsid w:val="00C34A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38719">
      <w:bodyDiv w:val="1"/>
      <w:marLeft w:val="0"/>
      <w:marRight w:val="0"/>
      <w:marTop w:val="0"/>
      <w:marBottom w:val="0"/>
      <w:divBdr>
        <w:top w:val="none" w:sz="0" w:space="0" w:color="auto"/>
        <w:left w:val="none" w:sz="0" w:space="0" w:color="auto"/>
        <w:bottom w:val="none" w:sz="0" w:space="0" w:color="auto"/>
        <w:right w:val="none" w:sz="0" w:space="0" w:color="auto"/>
      </w:divBdr>
    </w:div>
    <w:div w:id="498883280">
      <w:bodyDiv w:val="1"/>
      <w:marLeft w:val="0"/>
      <w:marRight w:val="0"/>
      <w:marTop w:val="0"/>
      <w:marBottom w:val="0"/>
      <w:divBdr>
        <w:top w:val="none" w:sz="0" w:space="0" w:color="auto"/>
        <w:left w:val="none" w:sz="0" w:space="0" w:color="auto"/>
        <w:bottom w:val="none" w:sz="0" w:space="0" w:color="auto"/>
        <w:right w:val="none" w:sz="0" w:space="0" w:color="auto"/>
      </w:divBdr>
    </w:div>
    <w:div w:id="604383912">
      <w:bodyDiv w:val="1"/>
      <w:marLeft w:val="0"/>
      <w:marRight w:val="0"/>
      <w:marTop w:val="0"/>
      <w:marBottom w:val="0"/>
      <w:divBdr>
        <w:top w:val="none" w:sz="0" w:space="0" w:color="auto"/>
        <w:left w:val="none" w:sz="0" w:space="0" w:color="auto"/>
        <w:bottom w:val="none" w:sz="0" w:space="0" w:color="auto"/>
        <w:right w:val="none" w:sz="0" w:space="0" w:color="auto"/>
      </w:divBdr>
    </w:div>
    <w:div w:id="831022443">
      <w:bodyDiv w:val="1"/>
      <w:marLeft w:val="0"/>
      <w:marRight w:val="0"/>
      <w:marTop w:val="0"/>
      <w:marBottom w:val="0"/>
      <w:divBdr>
        <w:top w:val="none" w:sz="0" w:space="0" w:color="auto"/>
        <w:left w:val="none" w:sz="0" w:space="0" w:color="auto"/>
        <w:bottom w:val="none" w:sz="0" w:space="0" w:color="auto"/>
        <w:right w:val="none" w:sz="0" w:space="0" w:color="auto"/>
      </w:divBdr>
    </w:div>
    <w:div w:id="1284966380">
      <w:bodyDiv w:val="1"/>
      <w:marLeft w:val="0"/>
      <w:marRight w:val="0"/>
      <w:marTop w:val="0"/>
      <w:marBottom w:val="0"/>
      <w:divBdr>
        <w:top w:val="none" w:sz="0" w:space="0" w:color="auto"/>
        <w:left w:val="none" w:sz="0" w:space="0" w:color="auto"/>
        <w:bottom w:val="none" w:sz="0" w:space="0" w:color="auto"/>
        <w:right w:val="none" w:sz="0" w:space="0" w:color="auto"/>
      </w:divBdr>
    </w:div>
    <w:div w:id="1694188172">
      <w:bodyDiv w:val="1"/>
      <w:marLeft w:val="0"/>
      <w:marRight w:val="0"/>
      <w:marTop w:val="0"/>
      <w:marBottom w:val="0"/>
      <w:divBdr>
        <w:top w:val="none" w:sz="0" w:space="0" w:color="auto"/>
        <w:left w:val="none" w:sz="0" w:space="0" w:color="auto"/>
        <w:bottom w:val="none" w:sz="0" w:space="0" w:color="auto"/>
        <w:right w:val="none" w:sz="0" w:space="0" w:color="auto"/>
      </w:divBdr>
    </w:div>
    <w:div w:id="1802188140">
      <w:bodyDiv w:val="1"/>
      <w:marLeft w:val="0"/>
      <w:marRight w:val="0"/>
      <w:marTop w:val="0"/>
      <w:marBottom w:val="0"/>
      <w:divBdr>
        <w:top w:val="none" w:sz="0" w:space="0" w:color="auto"/>
        <w:left w:val="none" w:sz="0" w:space="0" w:color="auto"/>
        <w:bottom w:val="none" w:sz="0" w:space="0" w:color="auto"/>
        <w:right w:val="none" w:sz="0" w:space="0" w:color="auto"/>
      </w:divBdr>
    </w:div>
    <w:div w:id="205673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cs\BGM%20Master\BGM%20Templates\BGM%20External%20Templates\BGM%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039FA-5DDC-4794-BF56-AF21E05A8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BGM Document Template</Template>
  <TotalTime>0</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Ric Lager’s Cold Call &amp; Email Script</vt:lpstr>
    </vt:vector>
  </TitlesOfParts>
  <Company>BGM</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 Lager’s Cold Call &amp; Email Script</dc:title>
  <dc:subject/>
  <dc:creator>Andrew White</dc:creator>
  <cp:keywords/>
  <cp:lastModifiedBy>Paige Thompson</cp:lastModifiedBy>
  <cp:revision>2</cp:revision>
  <cp:lastPrinted>2021-03-30T09:57:00Z</cp:lastPrinted>
  <dcterms:created xsi:type="dcterms:W3CDTF">2022-10-03T20:39:00Z</dcterms:created>
  <dcterms:modified xsi:type="dcterms:W3CDTF">2022-10-03T20:39:00Z</dcterms:modified>
</cp:coreProperties>
</file>